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732B0" w14:textId="372CB48B" w:rsidR="00D97A6F" w:rsidRPr="00D97A6F" w:rsidRDefault="00553360" w:rsidP="00D97A6F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553360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4BB06101" w14:textId="77777777" w:rsidR="00D97A6F" w:rsidRPr="00D97A6F" w:rsidRDefault="00D97A6F" w:rsidP="00D97A6F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97A6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8863FC0" w14:textId="5149760F" w:rsidR="00D97A6F" w:rsidRPr="00D97A6F" w:rsidRDefault="00553360" w:rsidP="00D97A6F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2025-2027</w:t>
      </w:r>
    </w:p>
    <w:p w14:paraId="6148812A" w14:textId="77777777" w:rsidR="00D97A6F" w:rsidRPr="00D97A6F" w:rsidRDefault="00D97A6F" w:rsidP="00D97A6F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D97A6F">
        <w:rPr>
          <w:rFonts w:ascii="Corbel" w:hAnsi="Corbel"/>
          <w:i/>
          <w:sz w:val="20"/>
          <w:szCs w:val="20"/>
          <w:lang w:eastAsia="ar-SA"/>
        </w:rPr>
        <w:t>(skrajne daty</w:t>
      </w:r>
      <w:r w:rsidRPr="00D97A6F">
        <w:rPr>
          <w:rFonts w:ascii="Corbel" w:hAnsi="Corbel"/>
          <w:sz w:val="20"/>
          <w:szCs w:val="20"/>
          <w:lang w:eastAsia="ar-SA"/>
        </w:rPr>
        <w:t>)</w:t>
      </w:r>
    </w:p>
    <w:p w14:paraId="35900EFC" w14:textId="0385855C" w:rsidR="00D97A6F" w:rsidRPr="00D97A6F" w:rsidRDefault="00553360" w:rsidP="00D97A6F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2025/2026</w:t>
      </w:r>
    </w:p>
    <w:bookmarkEnd w:id="0"/>
    <w:p w14:paraId="6771A772" w14:textId="77777777" w:rsidR="00D97A6F" w:rsidRDefault="00D97A6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8DFFC3" w14:textId="0181B10B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D38E2A7" w14:textId="77777777" w:rsidTr="73DCA6DD">
        <w:tc>
          <w:tcPr>
            <w:tcW w:w="2694" w:type="dxa"/>
            <w:vAlign w:val="center"/>
          </w:tcPr>
          <w:p w14:paraId="2C99BC6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DE5A3F" w14:textId="77777777" w:rsidR="0085747A" w:rsidRPr="00F25599" w:rsidRDefault="00EC4FB5" w:rsidP="73DCA6DD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F25599">
              <w:rPr>
                <w:rFonts w:ascii="Corbel" w:hAnsi="Corbel"/>
                <w:bCs/>
                <w:sz w:val="24"/>
                <w:szCs w:val="24"/>
              </w:rPr>
              <w:t>Prawo policyjne</w:t>
            </w:r>
          </w:p>
        </w:tc>
      </w:tr>
      <w:tr w:rsidR="0085747A" w:rsidRPr="009C54AE" w14:paraId="274C74AC" w14:textId="77777777" w:rsidTr="73DCA6DD">
        <w:tc>
          <w:tcPr>
            <w:tcW w:w="2694" w:type="dxa"/>
            <w:vAlign w:val="center"/>
          </w:tcPr>
          <w:p w14:paraId="5A5BEA3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365AF7" w14:textId="77777777" w:rsidR="0085747A" w:rsidRPr="009C54AE" w:rsidRDefault="006815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A2SO34</w:t>
            </w:r>
          </w:p>
        </w:tc>
      </w:tr>
      <w:tr w:rsidR="0085747A" w:rsidRPr="009C54AE" w14:paraId="7827A0A8" w14:textId="77777777" w:rsidTr="73DCA6DD">
        <w:tc>
          <w:tcPr>
            <w:tcW w:w="2694" w:type="dxa"/>
            <w:vAlign w:val="center"/>
          </w:tcPr>
          <w:p w14:paraId="3B24B42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1F91C3" w14:textId="0F4BFB2A" w:rsidR="0085747A" w:rsidRPr="009C54AE" w:rsidRDefault="00553360" w:rsidP="73DCA6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360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0BB4360F" w14:textId="77777777" w:rsidTr="73DCA6DD">
        <w:tc>
          <w:tcPr>
            <w:tcW w:w="2694" w:type="dxa"/>
            <w:vAlign w:val="center"/>
          </w:tcPr>
          <w:p w14:paraId="234B3D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8043C2" w14:textId="3A944FDE" w:rsidR="0085747A" w:rsidRPr="009C54AE" w:rsidRDefault="00553360" w:rsidP="00B303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360">
              <w:rPr>
                <w:rFonts w:ascii="Corbel" w:hAnsi="Corbel"/>
                <w:b w:val="0"/>
                <w:sz w:val="24"/>
                <w:szCs w:val="24"/>
              </w:rPr>
              <w:t>Katedra Prawa i Postępowania Administracyjnego</w:t>
            </w:r>
          </w:p>
        </w:tc>
      </w:tr>
      <w:tr w:rsidR="0085747A" w:rsidRPr="009C54AE" w14:paraId="6549604A" w14:textId="77777777" w:rsidTr="73DCA6DD">
        <w:tc>
          <w:tcPr>
            <w:tcW w:w="2694" w:type="dxa"/>
            <w:vAlign w:val="center"/>
          </w:tcPr>
          <w:p w14:paraId="1B8A82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CFFDD3" w14:textId="77777777" w:rsidR="0085747A" w:rsidRPr="009C54AE" w:rsidRDefault="004C4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32DB8FD1" w14:textId="77777777" w:rsidTr="73DCA6DD">
        <w:tc>
          <w:tcPr>
            <w:tcW w:w="2694" w:type="dxa"/>
            <w:vAlign w:val="center"/>
          </w:tcPr>
          <w:p w14:paraId="4AFFF28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07808D" w14:textId="77777777" w:rsidR="0085747A" w:rsidRPr="009C54AE" w:rsidRDefault="00EC4F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EA736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0C5DEB15" w14:textId="77777777" w:rsidTr="73DCA6DD">
        <w:tc>
          <w:tcPr>
            <w:tcW w:w="2694" w:type="dxa"/>
            <w:vAlign w:val="center"/>
          </w:tcPr>
          <w:p w14:paraId="2C2922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1239026" w14:textId="77777777" w:rsidR="0085747A" w:rsidRPr="009C54AE" w:rsidRDefault="00EC4F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402F797" w14:textId="77777777" w:rsidTr="73DCA6DD">
        <w:tc>
          <w:tcPr>
            <w:tcW w:w="2694" w:type="dxa"/>
            <w:vAlign w:val="center"/>
          </w:tcPr>
          <w:p w14:paraId="0A103F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7307E7" w14:textId="35D0B8E0" w:rsidR="0085747A" w:rsidRPr="009C54AE" w:rsidRDefault="00EC4F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7348A">
              <w:rPr>
                <w:rFonts w:ascii="Corbel" w:hAnsi="Corbel"/>
                <w:b w:val="0"/>
                <w:sz w:val="24"/>
                <w:szCs w:val="24"/>
              </w:rPr>
              <w:t xml:space="preserve">tudia </w:t>
            </w:r>
            <w:r w:rsidR="00155A94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7348A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6DF2B2D" w14:textId="77777777" w:rsidTr="73DCA6DD">
        <w:tc>
          <w:tcPr>
            <w:tcW w:w="2694" w:type="dxa"/>
            <w:vAlign w:val="center"/>
          </w:tcPr>
          <w:p w14:paraId="10E151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FD4F7D" w14:textId="3A9146F7" w:rsidR="0085747A" w:rsidRPr="009C54AE" w:rsidRDefault="0027348A" w:rsidP="73DCA6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D75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5747A" w:rsidRPr="009C54AE" w14:paraId="36121641" w14:textId="77777777" w:rsidTr="73DCA6DD">
        <w:tc>
          <w:tcPr>
            <w:tcW w:w="2694" w:type="dxa"/>
            <w:vAlign w:val="center"/>
          </w:tcPr>
          <w:p w14:paraId="7A8843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83098C" w14:textId="77777777" w:rsidR="0085747A" w:rsidRPr="009C54AE" w:rsidRDefault="009A39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36E2AD9" w14:textId="77777777" w:rsidTr="73DCA6DD">
        <w:tc>
          <w:tcPr>
            <w:tcW w:w="2694" w:type="dxa"/>
            <w:vAlign w:val="center"/>
          </w:tcPr>
          <w:p w14:paraId="6EEC7FA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E9DA73" w14:textId="77777777" w:rsidR="00923D7D" w:rsidRPr="009C54AE" w:rsidRDefault="00EC4F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7BE026" w14:textId="77777777" w:rsidTr="73DCA6DD">
        <w:tc>
          <w:tcPr>
            <w:tcW w:w="2694" w:type="dxa"/>
            <w:vAlign w:val="center"/>
          </w:tcPr>
          <w:p w14:paraId="346E7B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8DAEE9" w14:textId="5500F29D" w:rsidR="0085747A" w:rsidRPr="009C54AE" w:rsidRDefault="002734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86628D" w:rsidRPr="009C54AE" w14:paraId="7C35E0BF" w14:textId="77777777" w:rsidTr="73DCA6DD">
        <w:tc>
          <w:tcPr>
            <w:tcW w:w="2694" w:type="dxa"/>
            <w:vAlign w:val="center"/>
          </w:tcPr>
          <w:p w14:paraId="1E52D62E" w14:textId="77777777" w:rsidR="0086628D" w:rsidRPr="009C54AE" w:rsidRDefault="0086628D" w:rsidP="008662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EF5FAA" w14:textId="3C25AF16" w:rsidR="0086628D" w:rsidRPr="009C54AE" w:rsidRDefault="0086628D" w:rsidP="008662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718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</w:tbl>
    <w:p w14:paraId="39FBFBD8" w14:textId="77777777" w:rsidR="0085747A" w:rsidRPr="009C54AE" w:rsidRDefault="0085747A" w:rsidP="003D3DD4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34DE6C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9AF1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68"/>
        <w:gridCol w:w="962"/>
        <w:gridCol w:w="971"/>
        <w:gridCol w:w="964"/>
        <w:gridCol w:w="966"/>
        <w:gridCol w:w="958"/>
        <w:gridCol w:w="969"/>
        <w:gridCol w:w="973"/>
        <w:gridCol w:w="972"/>
      </w:tblGrid>
      <w:tr w:rsidR="00015B8F" w:rsidRPr="009C54AE" w14:paraId="15058C46" w14:textId="77777777" w:rsidTr="5A1CF5A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7F9B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A454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7E178" w14:textId="77777777" w:rsidR="00015B8F" w:rsidRPr="009C54AE" w:rsidRDefault="00015B8F" w:rsidP="5A1CF5AA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A1CF5AA">
              <w:rPr>
                <w:rFonts w:ascii="Corbel" w:hAnsi="Corbel"/>
              </w:rPr>
              <w:t>Wykł</w:t>
            </w:r>
            <w:proofErr w:type="spellEnd"/>
            <w:r w:rsidRPr="5A1CF5AA">
              <w:rPr>
                <w:rFonts w:ascii="Corbel" w:hAnsi="Corbel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B4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BE3D2" w14:textId="77777777" w:rsidR="00015B8F" w:rsidRPr="009C54AE" w:rsidRDefault="00015B8F" w:rsidP="5A1CF5AA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A1CF5AA">
              <w:rPr>
                <w:rFonts w:ascii="Corbel" w:hAnsi="Corbel"/>
              </w:rPr>
              <w:t>Konw</w:t>
            </w:r>
            <w:proofErr w:type="spellEnd"/>
            <w:r w:rsidRPr="5A1CF5AA">
              <w:rPr>
                <w:rFonts w:ascii="Corbel" w:hAnsi="Corbel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FC5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EEFF" w14:textId="77777777" w:rsidR="00015B8F" w:rsidRPr="009C54AE" w:rsidRDefault="00015B8F" w:rsidP="5A1CF5AA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A1CF5AA">
              <w:rPr>
                <w:rFonts w:ascii="Corbel" w:hAnsi="Corbel"/>
              </w:rPr>
              <w:t>Sem</w:t>
            </w:r>
            <w:proofErr w:type="spellEnd"/>
            <w:r w:rsidRPr="5A1CF5AA">
              <w:rPr>
                <w:rFonts w:ascii="Corbel" w:hAnsi="Corbel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B90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8772F" w14:textId="77777777" w:rsidR="00015B8F" w:rsidRPr="009C54AE" w:rsidRDefault="00015B8F" w:rsidP="5A1CF5AA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A1CF5AA">
              <w:rPr>
                <w:rFonts w:ascii="Corbel" w:hAnsi="Corbel"/>
              </w:rPr>
              <w:t>Prakt</w:t>
            </w:r>
            <w:proofErr w:type="spellEnd"/>
            <w:r w:rsidRPr="5A1CF5AA">
              <w:rPr>
                <w:rFonts w:ascii="Corbel" w:hAnsi="Corbel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0FA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4E6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5E9E069" w14:textId="77777777" w:rsidTr="003D3DD4">
        <w:trPr>
          <w:trHeight w:val="453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05CA" w14:textId="77777777" w:rsidR="00015B8F" w:rsidRPr="009C54AE" w:rsidRDefault="00EC4FB5" w:rsidP="003D3D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A1CF5AA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DE3D" w14:textId="66C8CE30" w:rsidR="00015B8F" w:rsidRPr="009C54AE" w:rsidRDefault="009A396B" w:rsidP="003D3D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A1CF5A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AB6A" w14:textId="11949EFD" w:rsidR="00015B8F" w:rsidRPr="009C54AE" w:rsidRDefault="00015B8F" w:rsidP="003D3D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F904" w14:textId="77777777" w:rsidR="00015B8F" w:rsidRPr="009C54AE" w:rsidRDefault="00015B8F" w:rsidP="003D3D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03DE" w14:textId="77777777" w:rsidR="00015B8F" w:rsidRPr="009C54AE" w:rsidRDefault="00015B8F" w:rsidP="003D3D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2753" w14:textId="77777777" w:rsidR="00015B8F" w:rsidRPr="009C54AE" w:rsidRDefault="00015B8F" w:rsidP="003D3D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8687" w14:textId="77777777" w:rsidR="00015B8F" w:rsidRPr="009C54AE" w:rsidRDefault="00015B8F" w:rsidP="003D3D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8A7AF" w14:textId="77777777" w:rsidR="00015B8F" w:rsidRPr="009C54AE" w:rsidRDefault="00015B8F" w:rsidP="003D3D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B8B8" w14:textId="77777777" w:rsidR="00015B8F" w:rsidRPr="009C54AE" w:rsidRDefault="00015B8F" w:rsidP="003D3D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4403" w14:textId="77777777" w:rsidR="00015B8F" w:rsidRPr="009C54AE" w:rsidRDefault="004C42D5" w:rsidP="003D3D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A1CF5A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9B0624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DCAF9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49A7BF" w14:textId="61D7F6BB" w:rsidR="0085747A" w:rsidRPr="009C54AE" w:rsidRDefault="0055336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MS Gothic" w:cs="MS Gothic"/>
          <w:b w:val="0"/>
          <w:szCs w:val="24"/>
        </w:rPr>
        <w:t xml:space="preserve">      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0B52D71" w14:textId="77777777" w:rsidR="0085747A" w:rsidRPr="009C54AE" w:rsidRDefault="000810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eastAsia="MS Gothic" w:hAnsi="MS Gothic" w:cs="MS Gothic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9D2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ED70B5" w14:textId="6F67023B" w:rsidR="00E22FBC" w:rsidRPr="009C54AE" w:rsidRDefault="00E22FBC" w:rsidP="5A1CF5A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A1CF5AA">
        <w:rPr>
          <w:rFonts w:ascii="Corbel" w:hAnsi="Corbel"/>
          <w:smallCaps w:val="0"/>
        </w:rPr>
        <w:t xml:space="preserve">1.3 </w:t>
      </w:r>
      <w:r>
        <w:tab/>
      </w:r>
      <w:r w:rsidRPr="5A1CF5AA">
        <w:rPr>
          <w:rFonts w:ascii="Corbel" w:hAnsi="Corbel"/>
          <w:smallCaps w:val="0"/>
        </w:rPr>
        <w:t>For</w:t>
      </w:r>
      <w:r w:rsidR="00445970" w:rsidRPr="5A1CF5AA">
        <w:rPr>
          <w:rFonts w:ascii="Corbel" w:hAnsi="Corbel"/>
          <w:smallCaps w:val="0"/>
        </w:rPr>
        <w:t xml:space="preserve">ma zaliczenia przedmiotu </w:t>
      </w:r>
      <w:r w:rsidRPr="5A1CF5AA">
        <w:rPr>
          <w:rFonts w:ascii="Corbel" w:hAnsi="Corbel"/>
          <w:smallCaps w:val="0"/>
        </w:rPr>
        <w:t xml:space="preserve">(z toku) </w:t>
      </w:r>
      <w:r w:rsidRPr="5A1CF5AA">
        <w:rPr>
          <w:rFonts w:ascii="Corbel" w:hAnsi="Corbel"/>
          <w:b w:val="0"/>
          <w:smallCaps w:val="0"/>
        </w:rPr>
        <w:t>(</w:t>
      </w:r>
      <w:r w:rsidRPr="5A1CF5AA">
        <w:rPr>
          <w:rFonts w:ascii="Corbel" w:hAnsi="Corbel"/>
          <w:b w:val="0"/>
          <w:smallCaps w:val="0"/>
          <w:u w:val="single"/>
        </w:rPr>
        <w:t>egzamin</w:t>
      </w:r>
      <w:r w:rsidRPr="5A1CF5AA">
        <w:rPr>
          <w:rFonts w:ascii="Corbel" w:hAnsi="Corbel"/>
          <w:b w:val="0"/>
          <w:smallCaps w:val="0"/>
        </w:rPr>
        <w:t>, zaliczenie z oceną, zaliczenie bez oceny)</w:t>
      </w:r>
    </w:p>
    <w:p w14:paraId="44099D7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EA52D7" w14:textId="562C789D" w:rsidR="004C42D5" w:rsidRDefault="004C42D5" w:rsidP="004C42D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bookmarkStart w:id="1" w:name="_Hlk144395084"/>
      <w:r>
        <w:rPr>
          <w:rFonts w:ascii="Corbel" w:hAnsi="Corbel"/>
          <w:b w:val="0"/>
          <w:smallCaps w:val="0"/>
          <w:szCs w:val="24"/>
        </w:rPr>
        <w:t>Egzamin</w:t>
      </w:r>
      <w:r w:rsidRPr="00081718">
        <w:rPr>
          <w:rFonts w:ascii="Corbel" w:hAnsi="Corbel"/>
          <w:b w:val="0"/>
          <w:smallCaps w:val="0"/>
          <w:szCs w:val="24"/>
        </w:rPr>
        <w:t xml:space="preserve"> w formie pisemnej lub ustnej. </w:t>
      </w:r>
      <w:r>
        <w:rPr>
          <w:rFonts w:ascii="Corbel" w:hAnsi="Corbel"/>
          <w:b w:val="0"/>
          <w:smallCaps w:val="0"/>
          <w:szCs w:val="24"/>
        </w:rPr>
        <w:t xml:space="preserve">Egzamin </w:t>
      </w:r>
      <w:r w:rsidR="00D67103">
        <w:rPr>
          <w:rFonts w:ascii="Corbel" w:hAnsi="Corbel"/>
          <w:b w:val="0"/>
          <w:smallCaps w:val="0"/>
          <w:szCs w:val="24"/>
        </w:rPr>
        <w:t xml:space="preserve">w formie </w:t>
      </w:r>
      <w:r w:rsidRPr="00081718">
        <w:rPr>
          <w:rFonts w:ascii="Corbel" w:hAnsi="Corbel"/>
          <w:b w:val="0"/>
          <w:smallCaps w:val="0"/>
          <w:szCs w:val="24"/>
        </w:rPr>
        <w:t>pisemn</w:t>
      </w:r>
      <w:r w:rsidR="00D67103">
        <w:rPr>
          <w:rFonts w:ascii="Corbel" w:hAnsi="Corbel"/>
          <w:b w:val="0"/>
          <w:smallCaps w:val="0"/>
          <w:szCs w:val="24"/>
        </w:rPr>
        <w:t>ej</w:t>
      </w:r>
      <w:r w:rsidRPr="00081718">
        <w:rPr>
          <w:rFonts w:ascii="Corbel" w:hAnsi="Corbel"/>
          <w:b w:val="0"/>
          <w:smallCaps w:val="0"/>
          <w:szCs w:val="24"/>
        </w:rPr>
        <w:t xml:space="preserve"> </w:t>
      </w:r>
      <w:r w:rsidR="00125492" w:rsidRPr="00081718">
        <w:rPr>
          <w:rFonts w:ascii="Corbel" w:hAnsi="Corbel"/>
          <w:b w:val="0"/>
          <w:smallCaps w:val="0"/>
          <w:szCs w:val="24"/>
        </w:rPr>
        <w:t xml:space="preserve">może </w:t>
      </w:r>
      <w:r w:rsidRPr="00081718">
        <w:rPr>
          <w:rFonts w:ascii="Corbel" w:hAnsi="Corbel"/>
          <w:b w:val="0"/>
          <w:smallCaps w:val="0"/>
          <w:szCs w:val="24"/>
        </w:rPr>
        <w:t>zawierać pytania testowe, otwarte oraz problemy do rozwiązania.</w:t>
      </w:r>
    </w:p>
    <w:bookmarkEnd w:id="1"/>
    <w:p w14:paraId="1B78EAEF" w14:textId="77777777" w:rsidR="006716BF" w:rsidRDefault="006716BF" w:rsidP="006716B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F733FE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3667F12" w14:textId="77777777" w:rsidR="009E05C7" w:rsidRPr="009C54AE" w:rsidRDefault="009E05C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43F68C5" w14:textId="77777777" w:rsidTr="73DCA6DD">
        <w:tc>
          <w:tcPr>
            <w:tcW w:w="9670" w:type="dxa"/>
          </w:tcPr>
          <w:p w14:paraId="524821A4" w14:textId="00856EE7" w:rsidR="0085747A" w:rsidRPr="009C54AE" w:rsidRDefault="004C42D5" w:rsidP="73DCA6D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3DCA6DD">
              <w:rPr>
                <w:rFonts w:ascii="Corbel" w:hAnsi="Corbel"/>
                <w:b w:val="0"/>
                <w:smallCaps w:val="0"/>
                <w:color w:val="000000" w:themeColor="text1"/>
              </w:rPr>
              <w:t>Znajomość podstawowych zagadnień z prawa administracyjnego</w:t>
            </w:r>
            <w:r w:rsidR="0027348A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7FA31F6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220B03" w14:textId="6ACF574C" w:rsidR="5A1CF5AA" w:rsidRDefault="5A1CF5AA">
      <w:r>
        <w:br w:type="page"/>
      </w:r>
    </w:p>
    <w:p w14:paraId="2FF8004B" w14:textId="53C3306D" w:rsidR="0085747A" w:rsidRPr="00C05F44" w:rsidRDefault="0071620A" w:rsidP="5A1CF5AA">
      <w:pPr>
        <w:pStyle w:val="Punktygwne"/>
        <w:spacing w:before="0" w:after="0"/>
        <w:rPr>
          <w:rFonts w:ascii="Corbel" w:hAnsi="Corbel"/>
        </w:rPr>
      </w:pPr>
      <w:r w:rsidRPr="5A1CF5AA">
        <w:rPr>
          <w:rFonts w:ascii="Corbel" w:hAnsi="Corbel"/>
        </w:rPr>
        <w:lastRenderedPageBreak/>
        <w:t>3.</w:t>
      </w:r>
      <w:r w:rsidR="0085747A" w:rsidRPr="5A1CF5AA">
        <w:rPr>
          <w:rFonts w:ascii="Corbel" w:hAnsi="Corbel"/>
        </w:rPr>
        <w:t xml:space="preserve"> </w:t>
      </w:r>
      <w:r w:rsidR="00A84C85" w:rsidRPr="5A1CF5AA">
        <w:rPr>
          <w:rFonts w:ascii="Corbel" w:hAnsi="Corbel"/>
        </w:rPr>
        <w:t>cele, efekty uczenia się</w:t>
      </w:r>
      <w:r w:rsidR="0085747A" w:rsidRPr="5A1CF5AA">
        <w:rPr>
          <w:rFonts w:ascii="Corbel" w:hAnsi="Corbel"/>
        </w:rPr>
        <w:t>, treści Programowe i stosowane metody Dydaktyczne</w:t>
      </w:r>
    </w:p>
    <w:p w14:paraId="5830034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B9AC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36EB80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0547D12" w14:textId="77777777" w:rsidTr="00923D7D">
        <w:tc>
          <w:tcPr>
            <w:tcW w:w="851" w:type="dxa"/>
            <w:vAlign w:val="center"/>
          </w:tcPr>
          <w:p w14:paraId="499629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C2E83F" w14:textId="77777777" w:rsidR="0085747A" w:rsidRPr="009C54AE" w:rsidRDefault="000407B8" w:rsidP="00D6710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="00D67103">
              <w:rPr>
                <w:rFonts w:ascii="Corbel" w:hAnsi="Corbel"/>
                <w:b w:val="0"/>
                <w:sz w:val="24"/>
                <w:szCs w:val="24"/>
              </w:rPr>
              <w:t>zajęć</w:t>
            </w: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 jest </w:t>
            </w: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wiedzy wraz z aparaturą pojęciową odnoszącą się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do szeroko rozumianego prawa policyjnego w kontekście uregulowań administracyjnoprawnych.</w:t>
            </w:r>
          </w:p>
        </w:tc>
      </w:tr>
      <w:tr w:rsidR="0085747A" w:rsidRPr="009C54AE" w14:paraId="089FBE95" w14:textId="77777777" w:rsidTr="00923D7D">
        <w:tc>
          <w:tcPr>
            <w:tcW w:w="851" w:type="dxa"/>
            <w:vAlign w:val="center"/>
          </w:tcPr>
          <w:p w14:paraId="744F009D" w14:textId="77777777" w:rsidR="0085747A" w:rsidRPr="009C54AE" w:rsidRDefault="000407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5D78897" w14:textId="77777777" w:rsidR="0085747A" w:rsidRPr="000407B8" w:rsidRDefault="000407B8" w:rsidP="00040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Celem zajęć jest pogłębienie wiedzy słuchacza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organizacji i 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>za</w:t>
            </w:r>
            <w:r>
              <w:rPr>
                <w:rFonts w:ascii="Corbel" w:hAnsi="Corbel"/>
                <w:b w:val="0"/>
                <w:sz w:val="24"/>
                <w:szCs w:val="24"/>
              </w:rPr>
              <w:t>dań polskich służb policyjnych oraz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 metod ich wykonywania. Studentom zaprezentowane zostaną: geneza i podstawowe cele oraz zadania Policji. Dowiedzą się tak</w:t>
            </w:r>
            <w:r>
              <w:rPr>
                <w:rFonts w:ascii="Corbel" w:hAnsi="Corbel"/>
                <w:b w:val="0"/>
                <w:sz w:val="24"/>
                <w:szCs w:val="24"/>
              </w:rPr>
              <w:t>że o czynnościach dochodzeniowo</w:t>
            </w:r>
            <w:r w:rsidR="004C42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="004C42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>śledczych, czynnościach operacyjno-rozpoznawc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zych oraz 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czynnościach administracyjno-porządkowych.                                           </w:t>
            </w:r>
          </w:p>
        </w:tc>
      </w:tr>
    </w:tbl>
    <w:p w14:paraId="735F16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F5955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56EB76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14:paraId="741FF670" w14:textId="77777777" w:rsidTr="003D3DD4">
        <w:tc>
          <w:tcPr>
            <w:tcW w:w="1418" w:type="dxa"/>
            <w:vAlign w:val="center"/>
          </w:tcPr>
          <w:p w14:paraId="637F60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2893FCC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14:paraId="5055516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054B81A" w14:textId="77777777" w:rsidTr="003D3DD4">
        <w:tc>
          <w:tcPr>
            <w:tcW w:w="1418" w:type="dxa"/>
          </w:tcPr>
          <w:p w14:paraId="093E1E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</w:tcPr>
          <w:p w14:paraId="2F2D78BF" w14:textId="77777777" w:rsidR="00C735C9" w:rsidRPr="00D66F5C" w:rsidRDefault="00C735C9" w:rsidP="00D66F5C">
            <w:pPr>
              <w:pStyle w:val="TableParagraph"/>
              <w:spacing w:line="276" w:lineRule="auto"/>
              <w:ind w:left="34" w:right="100"/>
              <w:jc w:val="both"/>
              <w:rPr>
                <w:sz w:val="24"/>
                <w:szCs w:val="24"/>
              </w:rPr>
            </w:pPr>
            <w:r w:rsidRPr="00C735C9">
              <w:rPr>
                <w:sz w:val="24"/>
                <w:szCs w:val="24"/>
              </w:rPr>
              <w:t>Wykazuje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się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szczegółową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wiedzą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na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temat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struktur,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instytucji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i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zasad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działania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organów administracji publicznej ze szczególnym uwzględnieniem organów Policji,</w:t>
            </w:r>
            <w:r w:rsidRPr="00C735C9">
              <w:rPr>
                <w:spacing w:val="9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genezy</w:t>
            </w:r>
            <w:r w:rsidRPr="00C735C9">
              <w:rPr>
                <w:spacing w:val="7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i</w:t>
            </w:r>
            <w:r w:rsidRPr="00C735C9">
              <w:rPr>
                <w:spacing w:val="9"/>
                <w:sz w:val="24"/>
                <w:szCs w:val="24"/>
              </w:rPr>
              <w:t xml:space="preserve"> </w:t>
            </w:r>
            <w:r w:rsidR="00D66F5C">
              <w:rPr>
                <w:sz w:val="24"/>
                <w:szCs w:val="24"/>
              </w:rPr>
              <w:t>przemian</w:t>
            </w:r>
            <w:r w:rsidRPr="00C735C9">
              <w:rPr>
                <w:spacing w:val="10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wykonywanych</w:t>
            </w:r>
            <w:r w:rsidRPr="00C735C9">
              <w:rPr>
                <w:spacing w:val="-2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przez</w:t>
            </w:r>
            <w:r w:rsidRPr="00C735C9">
              <w:rPr>
                <w:spacing w:val="-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nie</w:t>
            </w:r>
            <w:r w:rsidRPr="00C735C9">
              <w:rPr>
                <w:spacing w:val="-3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zadań</w:t>
            </w:r>
            <w:r w:rsidR="00D66F5C">
              <w:rPr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14:paraId="45C0CBBC" w14:textId="1C85BC0F" w:rsidR="009C4B2A" w:rsidRPr="003D3DD4" w:rsidRDefault="003E5C70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9C4B2A"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="003E5C70" w:rsidRPr="009C54AE" w14:paraId="0D67F312" w14:textId="77777777" w:rsidTr="003D3DD4">
        <w:tc>
          <w:tcPr>
            <w:tcW w:w="1418" w:type="dxa"/>
          </w:tcPr>
          <w:p w14:paraId="1D2777E4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0E2F3362" w14:textId="77777777" w:rsidR="00D66F5C" w:rsidRPr="00D66F5C" w:rsidRDefault="003E5C70" w:rsidP="00D66F5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E5C70">
              <w:rPr>
                <w:rFonts w:ascii="Corbel" w:hAnsi="Corbel"/>
                <w:sz w:val="24"/>
                <w:szCs w:val="24"/>
              </w:rPr>
              <w:t xml:space="preserve">Dysponuje pogłębioną wiedzą o relacjach między organami administracji publicznej, w tym organami </w:t>
            </w:r>
            <w:r w:rsidR="0088760B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 xml:space="preserve">olicji </w:t>
            </w:r>
            <w:r w:rsidRPr="003E5C70">
              <w:rPr>
                <w:rFonts w:ascii="Corbel" w:hAnsi="Corbel"/>
                <w:sz w:val="24"/>
                <w:szCs w:val="24"/>
              </w:rPr>
              <w:t xml:space="preserve">odpowiedzialnymi za bezpieczeństwo </w:t>
            </w:r>
            <w:r>
              <w:rPr>
                <w:rFonts w:ascii="Corbel" w:hAnsi="Corbel"/>
                <w:sz w:val="24"/>
                <w:szCs w:val="24"/>
              </w:rPr>
              <w:t xml:space="preserve">i porządek publiczny </w:t>
            </w:r>
            <w:r w:rsidRPr="003E5C70">
              <w:rPr>
                <w:rFonts w:ascii="Corbel" w:hAnsi="Corbel"/>
                <w:sz w:val="24"/>
                <w:szCs w:val="24"/>
              </w:rPr>
              <w:t>oraz relacjach między nimi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3E5C70">
              <w:rPr>
                <w:rFonts w:ascii="Corbel" w:hAnsi="Corbel"/>
                <w:sz w:val="24"/>
                <w:szCs w:val="24"/>
              </w:rPr>
              <w:t xml:space="preserve"> a jednostką i </w:t>
            </w:r>
            <w:r>
              <w:rPr>
                <w:rFonts w:ascii="Corbel" w:hAnsi="Corbel"/>
                <w:sz w:val="24"/>
                <w:szCs w:val="24"/>
              </w:rPr>
              <w:t>innymi podmiotami.</w:t>
            </w:r>
          </w:p>
        </w:tc>
        <w:tc>
          <w:tcPr>
            <w:tcW w:w="1732" w:type="dxa"/>
          </w:tcPr>
          <w:p w14:paraId="43D2EA01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9C4B2A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="009C4B2A" w:rsidRPr="009C54AE" w14:paraId="70B7169C" w14:textId="77777777" w:rsidTr="003D3DD4">
        <w:tc>
          <w:tcPr>
            <w:tcW w:w="1418" w:type="dxa"/>
          </w:tcPr>
          <w:p w14:paraId="67E4B0AF" w14:textId="77777777" w:rsidR="009C4B2A" w:rsidRPr="009C54AE" w:rsidRDefault="009C4B2A" w:rsidP="00715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</w:tcPr>
          <w:p w14:paraId="4B5B1DCA" w14:textId="77777777" w:rsidR="00D66F5C" w:rsidRPr="00D66F5C" w:rsidRDefault="00D66F5C" w:rsidP="00D66F5C">
            <w:pPr>
              <w:pStyle w:val="TableParagraph"/>
              <w:spacing w:line="276" w:lineRule="auto"/>
              <w:ind w:left="34" w:right="100"/>
              <w:jc w:val="both"/>
              <w:rPr>
                <w:sz w:val="24"/>
                <w:szCs w:val="24"/>
              </w:rPr>
            </w:pPr>
            <w:r w:rsidRPr="00D66F5C">
              <w:rPr>
                <w:sz w:val="24"/>
                <w:szCs w:val="24"/>
              </w:rPr>
              <w:t>Dysponuje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usystematyzowaną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wiedzą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na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temat</w:t>
            </w:r>
            <w:r w:rsidRPr="00D66F5C">
              <w:rPr>
                <w:spacing w:val="-4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odpowiedzialności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i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etyki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funkcjonariuszy Policji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oraz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zna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kluczowe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zagadnienia</w:t>
            </w:r>
            <w:r w:rsidRPr="00D66F5C">
              <w:rPr>
                <w:spacing w:val="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dotyczące</w:t>
            </w:r>
            <w:r>
              <w:rPr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zatrudnienia</w:t>
            </w:r>
            <w:r w:rsidRPr="00D66F5C">
              <w:rPr>
                <w:spacing w:val="-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</w:t>
            </w:r>
            <w:r w:rsidRPr="00D66F5C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tej </w:t>
            </w:r>
            <w:r w:rsidRPr="00D66F5C">
              <w:rPr>
                <w:sz w:val="24"/>
                <w:szCs w:val="24"/>
              </w:rPr>
              <w:t>służbie</w:t>
            </w:r>
            <w:r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14:paraId="01929DA9" w14:textId="77777777" w:rsidR="009C4B2A" w:rsidRPr="009C54AE" w:rsidRDefault="009C4B2A" w:rsidP="00715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="003E5C70" w:rsidRPr="009C54AE" w14:paraId="4B726721" w14:textId="77777777" w:rsidTr="003D3DD4">
        <w:tc>
          <w:tcPr>
            <w:tcW w:w="1418" w:type="dxa"/>
          </w:tcPr>
          <w:p w14:paraId="3AEB640C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</w:tcPr>
          <w:p w14:paraId="7369EBA9" w14:textId="77777777" w:rsidR="00D66F5C" w:rsidRPr="00D66F5C" w:rsidRDefault="00D66F5C" w:rsidP="00D66F5C">
            <w:pPr>
              <w:pStyle w:val="TableParagraph"/>
              <w:spacing w:line="276" w:lineRule="auto"/>
              <w:ind w:left="34" w:right="100"/>
              <w:jc w:val="both"/>
              <w:rPr>
                <w:sz w:val="24"/>
                <w:szCs w:val="24"/>
              </w:rPr>
            </w:pPr>
            <w:r w:rsidRPr="00D66F5C">
              <w:rPr>
                <w:sz w:val="24"/>
                <w:szCs w:val="24"/>
              </w:rPr>
              <w:t>Wykazuje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się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pogłębioną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wiedzą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na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temat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teorii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naukowych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właściwych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dla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kierunku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administracja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ze szczególnym uwzględnieniem prawa policyjnego </w:t>
            </w:r>
            <w:r w:rsidRPr="00D66F5C">
              <w:rPr>
                <w:sz w:val="24"/>
                <w:szCs w:val="24"/>
              </w:rPr>
              <w:t>oraz</w:t>
            </w:r>
            <w:r>
              <w:rPr>
                <w:sz w:val="24"/>
                <w:szCs w:val="24"/>
              </w:rPr>
              <w:t xml:space="preserve"> </w:t>
            </w:r>
            <w:r w:rsidRPr="00D66F5C">
              <w:rPr>
                <w:spacing w:val="-4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ma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rozszerzoną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wiedzę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zakresie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miejsca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i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znaczenia</w:t>
            </w:r>
            <w:r w:rsidRPr="00D66F5C">
              <w:rPr>
                <w:spacing w:val="-4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nauk społecznych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 systemie nauk</w:t>
            </w:r>
            <w:r>
              <w:rPr>
                <w:sz w:val="24"/>
                <w:szCs w:val="24"/>
              </w:rPr>
              <w:t xml:space="preserve">, a także </w:t>
            </w:r>
            <w:r w:rsidRPr="00D66F5C">
              <w:rPr>
                <w:sz w:val="24"/>
                <w:szCs w:val="24"/>
              </w:rPr>
              <w:t xml:space="preserve">rozpoznaje 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relacje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 xml:space="preserve">prawa policyjnego </w:t>
            </w:r>
            <w:r w:rsidRPr="00D66F5C">
              <w:rPr>
                <w:sz w:val="24"/>
                <w:szCs w:val="24"/>
              </w:rPr>
              <w:t>do</w:t>
            </w:r>
            <w:r w:rsidRPr="00D66F5C">
              <w:rPr>
                <w:spacing w:val="7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innych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nauk</w:t>
            </w:r>
            <w:r w:rsidRPr="00D66F5C">
              <w:rPr>
                <w:spacing w:val="7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społecznych,</w:t>
            </w:r>
            <w:r w:rsidRPr="00D66F5C">
              <w:rPr>
                <w:spacing w:val="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znając</w:t>
            </w:r>
            <w:r w:rsidRPr="00D66F5C">
              <w:rPr>
                <w:spacing w:val="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zarys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ewolucji</w:t>
            </w:r>
            <w:r>
              <w:rPr>
                <w:sz w:val="24"/>
                <w:szCs w:val="24"/>
              </w:rPr>
              <w:t xml:space="preserve"> podmiotów policyjnych</w:t>
            </w:r>
            <w:r w:rsidRPr="00D66F5C">
              <w:rPr>
                <w:sz w:val="24"/>
                <w:szCs w:val="24"/>
              </w:rPr>
              <w:t>,</w:t>
            </w:r>
            <w:r w:rsidRPr="00D66F5C">
              <w:rPr>
                <w:spacing w:val="3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 xml:space="preserve">a także </w:t>
            </w:r>
            <w:r>
              <w:rPr>
                <w:sz w:val="24"/>
                <w:szCs w:val="24"/>
              </w:rPr>
              <w:t>posiada</w:t>
            </w:r>
            <w:r w:rsidRPr="00D66F5C">
              <w:rPr>
                <w:sz w:val="24"/>
                <w:szCs w:val="24"/>
              </w:rPr>
              <w:t xml:space="preserve"> szeroką wiedzę na </w:t>
            </w:r>
            <w:r>
              <w:rPr>
                <w:sz w:val="24"/>
                <w:szCs w:val="24"/>
              </w:rPr>
              <w:t xml:space="preserve">temat </w:t>
            </w:r>
            <w:r w:rsidRPr="00D66F5C">
              <w:rPr>
                <w:sz w:val="24"/>
                <w:szCs w:val="24"/>
              </w:rPr>
              <w:t xml:space="preserve">struktur </w:t>
            </w:r>
            <w:r>
              <w:rPr>
                <w:sz w:val="24"/>
                <w:szCs w:val="24"/>
              </w:rPr>
              <w:t>Policji w Polsce.</w:t>
            </w:r>
          </w:p>
        </w:tc>
        <w:tc>
          <w:tcPr>
            <w:tcW w:w="1732" w:type="dxa"/>
          </w:tcPr>
          <w:p w14:paraId="4182A14A" w14:textId="77777777" w:rsidR="003E5C70" w:rsidRPr="009C54AE" w:rsidRDefault="00175954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9C4B2A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  <w:tr w:rsidR="003E5C70" w:rsidRPr="009C54AE" w14:paraId="673E2921" w14:textId="77777777" w:rsidTr="003D3DD4">
        <w:tc>
          <w:tcPr>
            <w:tcW w:w="1418" w:type="dxa"/>
          </w:tcPr>
          <w:p w14:paraId="7EEB2F42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520" w:type="dxa"/>
          </w:tcPr>
          <w:p w14:paraId="1F80E1C0" w14:textId="77777777" w:rsidR="00D66F5C" w:rsidRPr="00D66F5C" w:rsidRDefault="00175954" w:rsidP="0088760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75954">
              <w:rPr>
                <w:rFonts w:ascii="Corbel" w:hAnsi="Corbel"/>
                <w:sz w:val="24"/>
                <w:szCs w:val="24"/>
              </w:rPr>
              <w:t>Potrafi prawidłowo identyfikować i interpretować zjawiska prawne i inne zachodzące w administracji oraz ich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75954">
              <w:rPr>
                <w:rFonts w:ascii="Corbel" w:hAnsi="Corbel"/>
                <w:sz w:val="24"/>
                <w:szCs w:val="24"/>
              </w:rPr>
              <w:t xml:space="preserve">wzajemne relacje z wykorzystaniem wiedzy w zakresie nauk administracyjnych i nauk o </w:t>
            </w:r>
            <w:r w:rsidR="0088760B">
              <w:rPr>
                <w:rFonts w:ascii="Corbel" w:hAnsi="Corbel"/>
                <w:sz w:val="24"/>
                <w:szCs w:val="24"/>
              </w:rPr>
              <w:t>policji</w:t>
            </w:r>
            <w:r w:rsidRPr="0017595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14:paraId="2E615672" w14:textId="77777777" w:rsidR="003E5C70" w:rsidRPr="009C54AE" w:rsidRDefault="00175954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</w:tbl>
    <w:p w14:paraId="2D6BEB0A" w14:textId="77777777" w:rsidR="003D3DD4" w:rsidRDefault="003D3DD4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3E5C70" w:rsidRPr="009C54AE" w14:paraId="625E2278" w14:textId="77777777" w:rsidTr="003D3DD4">
        <w:tc>
          <w:tcPr>
            <w:tcW w:w="1418" w:type="dxa"/>
          </w:tcPr>
          <w:p w14:paraId="56BCCF66" w14:textId="673D156D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520" w:type="dxa"/>
          </w:tcPr>
          <w:p w14:paraId="246D51ED" w14:textId="77777777" w:rsidR="00D66F5C" w:rsidRPr="00F7169E" w:rsidRDefault="00175954" w:rsidP="00F716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75954">
              <w:rPr>
                <w:rFonts w:ascii="Corbel" w:hAnsi="Corbel"/>
                <w:sz w:val="24"/>
                <w:szCs w:val="24"/>
              </w:rPr>
              <w:t>Posiada umiejętność</w:t>
            </w:r>
            <w:r w:rsidR="0008301F">
              <w:rPr>
                <w:rFonts w:ascii="Corbel" w:hAnsi="Corbel"/>
                <w:sz w:val="24"/>
                <w:szCs w:val="24"/>
              </w:rPr>
              <w:t xml:space="preserve"> wykorzystania posiadanej wiedzy oraz</w:t>
            </w:r>
            <w:r w:rsidRPr="00175954">
              <w:rPr>
                <w:rFonts w:ascii="Corbel" w:hAnsi="Corbel"/>
                <w:sz w:val="24"/>
                <w:szCs w:val="24"/>
              </w:rPr>
              <w:t xml:space="preserve"> </w:t>
            </w:r>
            <w:r w:rsidR="0008301F">
              <w:rPr>
                <w:rFonts w:ascii="Corbel" w:hAnsi="Corbel"/>
                <w:sz w:val="24"/>
                <w:szCs w:val="24"/>
              </w:rPr>
              <w:t xml:space="preserve">doboru źródeł i informacji </w:t>
            </w:r>
            <w:r w:rsidRPr="00175954">
              <w:rPr>
                <w:rFonts w:ascii="Corbel" w:hAnsi="Corbel"/>
                <w:sz w:val="24"/>
                <w:szCs w:val="24"/>
              </w:rPr>
              <w:t xml:space="preserve">związanych z </w:t>
            </w:r>
            <w:r>
              <w:rPr>
                <w:rFonts w:ascii="Corbel" w:hAnsi="Corbel"/>
                <w:sz w:val="24"/>
                <w:szCs w:val="24"/>
              </w:rPr>
              <w:t>działalnością administracji policyjnej</w:t>
            </w:r>
            <w:r w:rsidRPr="0017595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oraz dostrzega </w:t>
            </w:r>
            <w:r w:rsidRPr="00175954">
              <w:rPr>
                <w:rFonts w:ascii="Corbel" w:hAnsi="Corbel"/>
                <w:sz w:val="24"/>
                <w:szCs w:val="24"/>
              </w:rPr>
              <w:t xml:space="preserve">rolę </w:t>
            </w:r>
            <w:r>
              <w:rPr>
                <w:rFonts w:ascii="Corbel" w:hAnsi="Corbel"/>
                <w:sz w:val="24"/>
                <w:szCs w:val="24"/>
              </w:rPr>
              <w:t xml:space="preserve">Policji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175954">
              <w:rPr>
                <w:rFonts w:ascii="Corbel" w:hAnsi="Corbel"/>
                <w:sz w:val="24"/>
                <w:szCs w:val="24"/>
              </w:rPr>
              <w:t xml:space="preserve">w organizacji państwa i współczesnego społeczeństwa,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a także potrafi </w:t>
            </w:r>
            <w:r w:rsidRPr="00175954">
              <w:rPr>
                <w:rFonts w:ascii="Corbel" w:hAnsi="Corbel"/>
                <w:sz w:val="24"/>
                <w:szCs w:val="24"/>
              </w:rPr>
              <w:t>formułować własne opinie na ten temat oraz stawiać hipotezy badawcze i je weryfikować.</w:t>
            </w:r>
          </w:p>
        </w:tc>
        <w:tc>
          <w:tcPr>
            <w:tcW w:w="1732" w:type="dxa"/>
          </w:tcPr>
          <w:p w14:paraId="10ECAAB9" w14:textId="77777777" w:rsidR="003E5C70" w:rsidRPr="009C54AE" w:rsidRDefault="00175954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="003E5C70" w:rsidRPr="009C54AE" w14:paraId="29AB1745" w14:textId="77777777" w:rsidTr="003D3DD4">
        <w:tc>
          <w:tcPr>
            <w:tcW w:w="1418" w:type="dxa"/>
          </w:tcPr>
          <w:p w14:paraId="505D3653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520" w:type="dxa"/>
          </w:tcPr>
          <w:p w14:paraId="22F9FB1A" w14:textId="77777777" w:rsidR="00F7169E" w:rsidRPr="00F7169E" w:rsidRDefault="00F7169E" w:rsidP="00F7169E">
            <w:pPr>
              <w:pStyle w:val="TableParagraph"/>
              <w:ind w:left="34" w:right="97"/>
              <w:jc w:val="both"/>
              <w:rPr>
                <w:sz w:val="24"/>
                <w:szCs w:val="24"/>
              </w:rPr>
            </w:pPr>
            <w:r w:rsidRPr="00F7169E">
              <w:rPr>
                <w:sz w:val="24"/>
                <w:szCs w:val="24"/>
              </w:rPr>
              <w:t>Posiada umiejętność logicznego myślenia, analizy</w:t>
            </w:r>
            <w:r w:rsidRPr="00F7169E">
              <w:rPr>
                <w:spacing w:val="-44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i</w:t>
            </w:r>
            <w:r w:rsidRPr="00F7169E">
              <w:rPr>
                <w:spacing w:val="1"/>
                <w:sz w:val="24"/>
                <w:szCs w:val="24"/>
              </w:rPr>
              <w:t> </w:t>
            </w:r>
            <w:r w:rsidRPr="00F7169E">
              <w:rPr>
                <w:sz w:val="24"/>
                <w:szCs w:val="24"/>
              </w:rPr>
              <w:t>syntezy,</w:t>
            </w:r>
            <w:r w:rsidRPr="00F7169E">
              <w:rPr>
                <w:spacing w:val="1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dzięki</w:t>
            </w:r>
            <w:r w:rsidRPr="00F7169E">
              <w:rPr>
                <w:spacing w:val="1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czemu</w:t>
            </w:r>
            <w:r w:rsidRPr="00F7169E">
              <w:rPr>
                <w:spacing w:val="1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potrafi</w:t>
            </w:r>
            <w:r w:rsidRPr="00F7169E">
              <w:rPr>
                <w:spacing w:val="1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przekonująco</w:t>
            </w:r>
            <w:r w:rsidRPr="00F7169E">
              <w:rPr>
                <w:spacing w:val="1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argumentować</w:t>
            </w:r>
            <w:r w:rsidRPr="00F7169E">
              <w:rPr>
                <w:spacing w:val="-5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i</w:t>
            </w:r>
            <w:r w:rsidRPr="00F7169E">
              <w:rPr>
                <w:spacing w:val="-5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interpretować</w:t>
            </w:r>
            <w:r w:rsidRPr="00F7169E">
              <w:rPr>
                <w:spacing w:val="-4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zjawiska administracyjne,</w:t>
            </w:r>
          </w:p>
          <w:p w14:paraId="6B22CBF7" w14:textId="518C1762" w:rsidR="00F7169E" w:rsidRPr="00175954" w:rsidRDefault="77188811" w:rsidP="5A1CF5AA">
            <w:pPr>
              <w:spacing w:after="0"/>
              <w:ind w:left="34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00F7169E">
              <w:rPr>
                <w:rFonts w:ascii="Corbel" w:hAnsi="Corbel"/>
                <w:sz w:val="24"/>
                <w:szCs w:val="24"/>
              </w:rPr>
              <w:t>prawne,</w:t>
            </w:r>
            <w:r w:rsidRPr="00F7169E">
              <w:rPr>
                <w:rFonts w:ascii="Corbel" w:hAnsi="Corbel"/>
                <w:spacing w:val="-5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społeczne,</w:t>
            </w:r>
            <w:r w:rsidRPr="00F7169E">
              <w:rPr>
                <w:rFonts w:ascii="Corbel" w:hAnsi="Corbel"/>
                <w:spacing w:val="-4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 xml:space="preserve">polityczne </w:t>
            </w:r>
            <w:r w:rsidRPr="00F7169E">
              <w:rPr>
                <w:rFonts w:ascii="Corbel" w:hAnsi="Corbel"/>
                <w:spacing w:val="-1"/>
                <w:sz w:val="24"/>
                <w:szCs w:val="24"/>
              </w:rPr>
              <w:t>i ekonomiczne</w:t>
            </w:r>
            <w:r w:rsidRPr="00F7169E">
              <w:rPr>
                <w:rFonts w:ascii="Corbel" w:hAnsi="Corbel"/>
                <w:spacing w:val="-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zachodzące </w:t>
            </w:r>
            <w:r w:rsidR="00F7169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w działalności Policji</w:t>
            </w:r>
            <w:r w:rsidRPr="00F7169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7169E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sytuacjach decyzyjnych</w:t>
            </w:r>
            <w:r>
              <w:rPr>
                <w:rFonts w:ascii="Corbel" w:hAnsi="Corbel"/>
                <w:sz w:val="24"/>
                <w:szCs w:val="24"/>
              </w:rPr>
              <w:t xml:space="preserve"> z zakresu ochrony bezpieczeństwa ludzi oraz utrzymania bezpieczeństwa i porządku publicznego.</w:t>
            </w:r>
          </w:p>
        </w:tc>
        <w:tc>
          <w:tcPr>
            <w:tcW w:w="1732" w:type="dxa"/>
          </w:tcPr>
          <w:p w14:paraId="30F7B36D" w14:textId="77777777" w:rsidR="003E5C70" w:rsidRPr="009C54AE" w:rsidRDefault="00802262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9C4B2A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  <w:tr w:rsidR="003E5C70" w:rsidRPr="009C54AE" w14:paraId="48A4D6A2" w14:textId="77777777" w:rsidTr="003D3DD4">
        <w:tc>
          <w:tcPr>
            <w:tcW w:w="1418" w:type="dxa"/>
          </w:tcPr>
          <w:p w14:paraId="23A86E29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520" w:type="dxa"/>
          </w:tcPr>
          <w:p w14:paraId="0F96E84C" w14:textId="77777777" w:rsidR="00F7169E" w:rsidRPr="00F7169E" w:rsidRDefault="00F7169E" w:rsidP="00F7169E">
            <w:pPr>
              <w:pStyle w:val="TableParagraph"/>
              <w:spacing w:before="1"/>
              <w:ind w:left="34"/>
              <w:jc w:val="both"/>
              <w:rPr>
                <w:sz w:val="24"/>
                <w:szCs w:val="24"/>
              </w:rPr>
            </w:pPr>
            <w:r w:rsidRPr="00F7169E">
              <w:rPr>
                <w:sz w:val="24"/>
                <w:szCs w:val="24"/>
              </w:rPr>
              <w:t>Jest</w:t>
            </w:r>
            <w:r w:rsidRPr="00F7169E">
              <w:rPr>
                <w:spacing w:val="4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gotowy</w:t>
            </w:r>
            <w:r w:rsidRPr="00F7169E">
              <w:rPr>
                <w:spacing w:val="5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samodzielnie</w:t>
            </w:r>
            <w:r w:rsidRPr="00F7169E">
              <w:rPr>
                <w:spacing w:val="2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i</w:t>
            </w:r>
            <w:r w:rsidRPr="00F7169E">
              <w:rPr>
                <w:spacing w:val="4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krytycznie</w:t>
            </w:r>
            <w:r w:rsidRPr="00F7169E">
              <w:rPr>
                <w:spacing w:val="5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uzupełniać</w:t>
            </w:r>
            <w:r w:rsidRPr="00F7169E">
              <w:rPr>
                <w:spacing w:val="6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wiedzę</w:t>
            </w:r>
            <w:r>
              <w:rPr>
                <w:sz w:val="24"/>
                <w:szCs w:val="24"/>
              </w:rPr>
              <w:t xml:space="preserve"> z zakresu administracyjnoprawnych zagadnień prawa policyjnego z uwzględnieniem aspektów interdyscyplinarnych.</w:t>
            </w:r>
          </w:p>
        </w:tc>
        <w:tc>
          <w:tcPr>
            <w:tcW w:w="1732" w:type="dxa"/>
          </w:tcPr>
          <w:p w14:paraId="2B5A7770" w14:textId="77777777" w:rsidR="003E5C70" w:rsidRPr="009C54AE" w:rsidRDefault="00802262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08301F"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  <w:tr w:rsidR="009C4B2A" w:rsidRPr="009C54AE" w14:paraId="7EA3F4D5" w14:textId="77777777" w:rsidTr="003D3DD4">
        <w:tc>
          <w:tcPr>
            <w:tcW w:w="1418" w:type="dxa"/>
          </w:tcPr>
          <w:p w14:paraId="76CAE19C" w14:textId="77777777" w:rsidR="009C4B2A" w:rsidRPr="009C54AE" w:rsidRDefault="009C4B2A" w:rsidP="00715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520" w:type="dxa"/>
          </w:tcPr>
          <w:p w14:paraId="603E18ED" w14:textId="77777777" w:rsidR="00F7169E" w:rsidRPr="00F7169E" w:rsidRDefault="00F7169E" w:rsidP="00F7169E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7169E">
              <w:rPr>
                <w:rFonts w:ascii="Corbel" w:hAnsi="Corbel"/>
                <w:sz w:val="24"/>
                <w:szCs w:val="24"/>
              </w:rPr>
              <w:t xml:space="preserve">Jest zdolny do samodzielnego </w:t>
            </w:r>
            <w:r>
              <w:rPr>
                <w:rFonts w:ascii="Corbel" w:hAnsi="Corbel"/>
                <w:sz w:val="24"/>
                <w:szCs w:val="24"/>
              </w:rPr>
              <w:t>rozwią</w:t>
            </w:r>
            <w:r w:rsidRPr="00F7169E">
              <w:rPr>
                <w:rFonts w:ascii="Corbel" w:hAnsi="Corbel"/>
                <w:sz w:val="24"/>
                <w:szCs w:val="24"/>
              </w:rPr>
              <w:t xml:space="preserve">zywania </w:t>
            </w:r>
            <w:r w:rsidRPr="00F7169E">
              <w:rPr>
                <w:rFonts w:ascii="Corbel" w:hAnsi="Corbel"/>
                <w:spacing w:val="-1"/>
                <w:sz w:val="24"/>
                <w:szCs w:val="24"/>
              </w:rPr>
              <w:t>podstawowych</w:t>
            </w:r>
            <w:r w:rsidRPr="00F7169E">
              <w:rPr>
                <w:rFonts w:ascii="Corbel" w:hAnsi="Corbel"/>
                <w:spacing w:val="-10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problemów</w:t>
            </w:r>
            <w:r w:rsidRPr="00F7169E">
              <w:rPr>
                <w:rFonts w:ascii="Corbel" w:hAnsi="Corbel"/>
                <w:spacing w:val="-11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administracyjnych,</w:t>
            </w:r>
            <w:r w:rsidRPr="00F7169E">
              <w:rPr>
                <w:rFonts w:ascii="Corbel" w:hAnsi="Corbel"/>
                <w:spacing w:val="-11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prawnych</w:t>
            </w:r>
            <w:r w:rsidRPr="00F7169E">
              <w:rPr>
                <w:rFonts w:ascii="Corbel" w:hAnsi="Corbel"/>
                <w:spacing w:val="-10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i etycznych</w:t>
            </w:r>
            <w:r w:rsidRPr="00F7169E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związanych</w:t>
            </w:r>
            <w:r w:rsidRPr="00F7169E">
              <w:rPr>
                <w:rFonts w:ascii="Corbel" w:hAnsi="Corbel"/>
                <w:spacing w:val="-2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z</w:t>
            </w:r>
            <w:r w:rsidRPr="00F7169E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 xml:space="preserve">funkcjonowaniem struktur </w:t>
            </w:r>
            <w:r>
              <w:rPr>
                <w:rFonts w:ascii="Corbel" w:hAnsi="Corbel"/>
                <w:sz w:val="24"/>
                <w:szCs w:val="24"/>
              </w:rPr>
              <w:t>policyjnych ze szczególnym uwzględnieniem Policji.</w:t>
            </w:r>
          </w:p>
        </w:tc>
        <w:tc>
          <w:tcPr>
            <w:tcW w:w="1732" w:type="dxa"/>
          </w:tcPr>
          <w:p w14:paraId="494F34A8" w14:textId="77777777" w:rsidR="009C4B2A" w:rsidRPr="009C54AE" w:rsidRDefault="009C4B2A" w:rsidP="00715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K_K02</w:t>
            </w:r>
          </w:p>
        </w:tc>
      </w:tr>
      <w:tr w:rsidR="0085747A" w:rsidRPr="009C54AE" w14:paraId="0ADFF599" w14:textId="77777777" w:rsidTr="003D3DD4">
        <w:tc>
          <w:tcPr>
            <w:tcW w:w="1418" w:type="dxa"/>
          </w:tcPr>
          <w:p w14:paraId="72F48D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520" w:type="dxa"/>
          </w:tcPr>
          <w:p w14:paraId="2AE49C80" w14:textId="073B6BB6" w:rsidR="00F7169E" w:rsidRPr="009B53B2" w:rsidRDefault="77188811" w:rsidP="009B53B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53B2">
              <w:rPr>
                <w:rFonts w:ascii="Corbel" w:hAnsi="Corbel"/>
                <w:sz w:val="24"/>
                <w:szCs w:val="24"/>
              </w:rPr>
              <w:t>Uczestniczy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w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przygotowaniu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projektów,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z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> </w:t>
            </w:r>
            <w:r w:rsidRPr="009B53B2">
              <w:rPr>
                <w:rFonts w:ascii="Corbel" w:hAnsi="Corbel"/>
                <w:sz w:val="24"/>
                <w:szCs w:val="24"/>
              </w:rPr>
              <w:t>uwzględnieniem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wiedzy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i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umiejętności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zdobytych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w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> </w:t>
            </w:r>
            <w:r w:rsidRPr="009B53B2">
              <w:rPr>
                <w:rFonts w:ascii="Corbel" w:hAnsi="Corbel"/>
                <w:sz w:val="24"/>
                <w:szCs w:val="24"/>
              </w:rPr>
              <w:t>trakcie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studiów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oraz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jest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gotowy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działać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447951A4">
              <w:rPr>
                <w:rFonts w:ascii="Corbel" w:hAnsi="Corbel"/>
                <w:spacing w:val="1"/>
                <w:sz w:val="24"/>
                <w:szCs w:val="24"/>
              </w:rPr>
              <w:t xml:space="preserve">na rzecz warunków bezpiecznej egzystencji </w:t>
            </w:r>
            <w:r w:rsidR="447951A4">
              <w:rPr>
                <w:rFonts w:ascii="Corbel" w:hAnsi="Corbel"/>
                <w:sz w:val="24"/>
                <w:szCs w:val="24"/>
              </w:rPr>
              <w:t>grup społecznych i osób fizycznych w instytucjach o charakterze policyjnym.</w:t>
            </w:r>
          </w:p>
        </w:tc>
        <w:tc>
          <w:tcPr>
            <w:tcW w:w="1732" w:type="dxa"/>
          </w:tcPr>
          <w:p w14:paraId="1F5494DF" w14:textId="77777777" w:rsidR="0085747A" w:rsidRPr="009C54AE" w:rsidRDefault="008022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9C4B2A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</w:tbl>
    <w:p w14:paraId="4CDDA6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3A242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78933B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9308E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8075"/>
        <w:gridCol w:w="820"/>
      </w:tblGrid>
      <w:tr w:rsidR="0085747A" w:rsidRPr="009C54AE" w14:paraId="729887E0" w14:textId="77777777" w:rsidTr="5A1CF5AA">
        <w:tc>
          <w:tcPr>
            <w:tcW w:w="9698" w:type="dxa"/>
            <w:gridSpan w:val="3"/>
          </w:tcPr>
          <w:p w14:paraId="24C9F3B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6C19" w:rsidRPr="00E71969" w14:paraId="1CB4C259" w14:textId="77777777" w:rsidTr="5A1CF5AA">
        <w:trPr>
          <w:trHeight w:val="325"/>
        </w:trPr>
        <w:tc>
          <w:tcPr>
            <w:tcW w:w="803" w:type="dxa"/>
          </w:tcPr>
          <w:p w14:paraId="60A1A3FE" w14:textId="77777777" w:rsidR="00456C19" w:rsidRPr="00E71969" w:rsidRDefault="00456C19" w:rsidP="00E7196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075" w:type="dxa"/>
          </w:tcPr>
          <w:p w14:paraId="341D3EC9" w14:textId="1E410100" w:rsidR="00456C19" w:rsidRPr="00E71969" w:rsidRDefault="00456C19" w:rsidP="00E71969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969">
              <w:rPr>
                <w:rFonts w:ascii="Corbel" w:eastAsia="Cambria" w:hAnsi="Corbel"/>
                <w:sz w:val="24"/>
                <w:szCs w:val="24"/>
              </w:rPr>
              <w:t>Pojęcie i zakres prawa policyjnego</w:t>
            </w:r>
            <w:r w:rsidR="00932F53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60FE73FE" w14:textId="77777777" w:rsidR="00456C19" w:rsidRPr="00E71969" w:rsidRDefault="00456C19" w:rsidP="00E7196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21BD113F" w14:textId="77777777" w:rsidTr="5A1CF5AA">
        <w:trPr>
          <w:trHeight w:val="263"/>
        </w:trPr>
        <w:tc>
          <w:tcPr>
            <w:tcW w:w="803" w:type="dxa"/>
          </w:tcPr>
          <w:p w14:paraId="5D909976" w14:textId="77777777" w:rsidR="00456C19" w:rsidRPr="00E71969" w:rsidRDefault="00456C19" w:rsidP="00E71969">
            <w:pPr>
              <w:numPr>
                <w:ilvl w:val="0"/>
                <w:numId w:val="2"/>
              </w:num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075" w:type="dxa"/>
          </w:tcPr>
          <w:p w14:paraId="0F5C2880" w14:textId="3ED00D1B" w:rsidR="00456C19" w:rsidRPr="00E71969" w:rsidRDefault="00456C19" w:rsidP="00E71969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969">
              <w:rPr>
                <w:rFonts w:ascii="Corbel" w:eastAsia="Cambria" w:hAnsi="Corbel"/>
                <w:sz w:val="24"/>
                <w:szCs w:val="24"/>
              </w:rPr>
              <w:t>Geneza prawa policyjnego. Rozwój służb policyjnych</w:t>
            </w:r>
            <w:r w:rsidR="00932F53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5D8A67CD" w14:textId="77777777" w:rsidR="00456C19" w:rsidRPr="00E71969" w:rsidRDefault="00456C19" w:rsidP="00E7196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6AACF51B" w14:textId="77777777" w:rsidTr="5A1CF5AA">
        <w:trPr>
          <w:trHeight w:val="262"/>
        </w:trPr>
        <w:tc>
          <w:tcPr>
            <w:tcW w:w="803" w:type="dxa"/>
          </w:tcPr>
          <w:p w14:paraId="6D4B5555" w14:textId="77777777" w:rsidR="00456C19" w:rsidRPr="00E71969" w:rsidRDefault="00456C19" w:rsidP="00E71969">
            <w:pPr>
              <w:numPr>
                <w:ilvl w:val="0"/>
                <w:numId w:val="2"/>
              </w:num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075" w:type="dxa"/>
          </w:tcPr>
          <w:p w14:paraId="7E158799" w14:textId="6C8BDD6C" w:rsidR="00456C19" w:rsidRPr="00E71969" w:rsidRDefault="1B2CBFFA" w:rsidP="00E71969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5A1CF5AA">
              <w:rPr>
                <w:rFonts w:ascii="Corbel" w:eastAsia="Cambria" w:hAnsi="Corbel"/>
                <w:sz w:val="24"/>
                <w:szCs w:val="24"/>
              </w:rPr>
              <w:t>Warunki społe</w:t>
            </w:r>
            <w:r w:rsidR="40E5CA26" w:rsidRPr="5A1CF5AA">
              <w:rPr>
                <w:rFonts w:ascii="Corbel" w:eastAsia="Cambria" w:hAnsi="Corbel"/>
                <w:sz w:val="24"/>
                <w:szCs w:val="24"/>
              </w:rPr>
              <w:t>czno-prawne powstania Policji</w:t>
            </w:r>
            <w:r w:rsidR="2553269E" w:rsidRPr="5A1CF5AA">
              <w:rPr>
                <w:rFonts w:ascii="Corbel" w:eastAsia="Cambria" w:hAnsi="Corbel"/>
                <w:sz w:val="24"/>
                <w:szCs w:val="24"/>
              </w:rPr>
              <w:t>.</w:t>
            </w:r>
            <w:r w:rsidRPr="5A1CF5AA">
              <w:rPr>
                <w:rFonts w:ascii="Corbel" w:eastAsia="Cambria" w:hAnsi="Corbel"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820" w:type="dxa"/>
          </w:tcPr>
          <w:p w14:paraId="1B00042D" w14:textId="77777777" w:rsidR="00456C19" w:rsidRPr="00E71969" w:rsidRDefault="00D67103" w:rsidP="00E7196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56C19" w:rsidRPr="00E71969" w14:paraId="7BFF743B" w14:textId="77777777" w:rsidTr="5A1CF5AA">
        <w:trPr>
          <w:trHeight w:val="315"/>
        </w:trPr>
        <w:tc>
          <w:tcPr>
            <w:tcW w:w="803" w:type="dxa"/>
          </w:tcPr>
          <w:p w14:paraId="084406F2" w14:textId="77777777" w:rsidR="00456C19" w:rsidRPr="00E71969" w:rsidRDefault="00456C19" w:rsidP="00E71969">
            <w:pPr>
              <w:numPr>
                <w:ilvl w:val="0"/>
                <w:numId w:val="2"/>
              </w:num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075" w:type="dxa"/>
          </w:tcPr>
          <w:p w14:paraId="34CB283D" w14:textId="0E00F196" w:rsidR="00456C19" w:rsidRPr="00E71969" w:rsidRDefault="5F1A5361" w:rsidP="00E71969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73DCA6DD">
              <w:rPr>
                <w:rFonts w:ascii="Corbel" w:eastAsia="Cambria" w:hAnsi="Corbel"/>
                <w:sz w:val="24"/>
                <w:szCs w:val="24"/>
              </w:rPr>
              <w:t>Podstawowe cele i zadania Policji. Programy prewencyjne Policji</w:t>
            </w:r>
            <w:r w:rsidR="00932F53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70D37A15" w14:textId="77777777" w:rsidR="00456C19" w:rsidRPr="00E71969" w:rsidRDefault="00456C19" w:rsidP="00E7196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71969" w:rsidRPr="00E71969" w14:paraId="35A62EFA" w14:textId="77777777" w:rsidTr="5A1CF5AA">
        <w:trPr>
          <w:trHeight w:val="262"/>
        </w:trPr>
        <w:tc>
          <w:tcPr>
            <w:tcW w:w="803" w:type="dxa"/>
          </w:tcPr>
          <w:p w14:paraId="121AFE56" w14:textId="77777777" w:rsidR="00E71969" w:rsidRPr="00E71969" w:rsidRDefault="00E71969" w:rsidP="00E71969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075" w:type="dxa"/>
          </w:tcPr>
          <w:p w14:paraId="309BE94F" w14:textId="5540C4DC" w:rsidR="00E71969" w:rsidRPr="00E71969" w:rsidRDefault="00E71969" w:rsidP="00E71969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969">
              <w:rPr>
                <w:rFonts w:ascii="Corbel" w:eastAsia="Cambria" w:hAnsi="Corbel"/>
                <w:sz w:val="24"/>
                <w:szCs w:val="24"/>
              </w:rPr>
              <w:t>Organy Policji i ich kompetencje</w:t>
            </w:r>
            <w:r w:rsidR="00932F53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68523AC9" w14:textId="77777777" w:rsidR="00E71969" w:rsidRPr="00E71969" w:rsidRDefault="00E71969" w:rsidP="00E7196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1F97302A" w14:textId="77777777" w:rsidTr="5A1CF5AA">
        <w:trPr>
          <w:trHeight w:val="262"/>
        </w:trPr>
        <w:tc>
          <w:tcPr>
            <w:tcW w:w="803" w:type="dxa"/>
          </w:tcPr>
          <w:p w14:paraId="4364ED42" w14:textId="77777777" w:rsidR="00456C19" w:rsidRPr="00E71969" w:rsidRDefault="00456C19" w:rsidP="00E71969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075" w:type="dxa"/>
          </w:tcPr>
          <w:p w14:paraId="11EEDEE9" w14:textId="30CCFCB2" w:rsidR="00456C19" w:rsidRPr="00E71969" w:rsidRDefault="00456C19" w:rsidP="00E71969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969">
              <w:rPr>
                <w:rFonts w:ascii="Corbel" w:eastAsia="Cambria" w:hAnsi="Corbel"/>
                <w:sz w:val="24"/>
                <w:szCs w:val="24"/>
              </w:rPr>
              <w:t>Jednostki Policji i ich zadania</w:t>
            </w:r>
            <w:r w:rsidR="00932F53">
              <w:rPr>
                <w:rFonts w:ascii="Corbel" w:eastAsia="Cambria" w:hAnsi="Corbel"/>
                <w:sz w:val="24"/>
                <w:szCs w:val="24"/>
              </w:rPr>
              <w:t>.</w:t>
            </w:r>
            <w:r w:rsidRPr="00E71969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14:paraId="13EA53A2" w14:textId="77777777" w:rsidR="00456C19" w:rsidRPr="00E71969" w:rsidRDefault="00456C19" w:rsidP="00E7196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0E05E358" w14:textId="77777777" w:rsidTr="5A1CF5AA">
        <w:trPr>
          <w:trHeight w:val="250"/>
        </w:trPr>
        <w:tc>
          <w:tcPr>
            <w:tcW w:w="803" w:type="dxa"/>
          </w:tcPr>
          <w:p w14:paraId="061F8B96" w14:textId="77777777" w:rsidR="00456C19" w:rsidRPr="00E71969" w:rsidRDefault="00456C19" w:rsidP="00E71969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075" w:type="dxa"/>
          </w:tcPr>
          <w:p w14:paraId="033AA22F" w14:textId="43070B29" w:rsidR="00456C19" w:rsidRPr="00E71969" w:rsidRDefault="00456C19" w:rsidP="00E71969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969">
              <w:rPr>
                <w:rFonts w:ascii="Corbel" w:eastAsia="Cambria" w:hAnsi="Corbel"/>
                <w:sz w:val="24"/>
                <w:szCs w:val="24"/>
              </w:rPr>
              <w:t>Zasady organizacji i funkcjonowania Policji</w:t>
            </w:r>
            <w:r w:rsidR="00932F53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7B6C8A63" w14:textId="77777777" w:rsidR="00456C19" w:rsidRPr="00E71969" w:rsidRDefault="00456C19" w:rsidP="00E7196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5EC78479" w14:textId="77777777" w:rsidTr="5A1CF5AA">
        <w:trPr>
          <w:trHeight w:val="262"/>
        </w:trPr>
        <w:tc>
          <w:tcPr>
            <w:tcW w:w="803" w:type="dxa"/>
          </w:tcPr>
          <w:p w14:paraId="12EF5640" w14:textId="77777777" w:rsidR="00456C19" w:rsidRPr="00E71969" w:rsidRDefault="00456C19" w:rsidP="00E71969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075" w:type="dxa"/>
          </w:tcPr>
          <w:p w14:paraId="02CCA055" w14:textId="0043FD37" w:rsidR="00456C19" w:rsidRPr="00E71969" w:rsidRDefault="5F1A5361" w:rsidP="00E71969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73DCA6DD">
              <w:rPr>
                <w:rFonts w:ascii="Corbel" w:eastAsia="Cambria" w:hAnsi="Corbel"/>
                <w:sz w:val="24"/>
                <w:szCs w:val="24"/>
              </w:rPr>
              <w:t>Czynności podejmowane przez Policję</w:t>
            </w:r>
            <w:r w:rsidR="00932F53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7F2F9080" w14:textId="77777777" w:rsidR="00456C19" w:rsidRPr="00E71969" w:rsidRDefault="00D67103" w:rsidP="00E7196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152F" w:rsidRPr="00E71969" w14:paraId="1416DB0E" w14:textId="77777777" w:rsidTr="5A1CF5AA">
        <w:trPr>
          <w:trHeight w:val="351"/>
        </w:trPr>
        <w:tc>
          <w:tcPr>
            <w:tcW w:w="8878" w:type="dxa"/>
            <w:gridSpan w:val="2"/>
          </w:tcPr>
          <w:p w14:paraId="2731FE2F" w14:textId="77777777" w:rsidR="0068152F" w:rsidRPr="00E71969" w:rsidRDefault="0068152F" w:rsidP="00D67103">
            <w:pPr>
              <w:spacing w:line="240" w:lineRule="auto"/>
              <w:jc w:val="right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suma</w:t>
            </w:r>
          </w:p>
        </w:tc>
        <w:tc>
          <w:tcPr>
            <w:tcW w:w="820" w:type="dxa"/>
          </w:tcPr>
          <w:p w14:paraId="43F11DF3" w14:textId="77777777" w:rsidR="0068152F" w:rsidRPr="00E71969" w:rsidRDefault="0068152F" w:rsidP="00E7196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4BDE71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0AF2E6" w14:textId="5883C594" w:rsidR="0085747A" w:rsidRDefault="00A1170E" w:rsidP="00A1170E">
      <w:pPr>
        <w:pStyle w:val="Akapitzlist"/>
        <w:numPr>
          <w:ilvl w:val="0"/>
          <w:numId w:val="1"/>
        </w:numPr>
        <w:spacing w:after="120" w:line="240" w:lineRule="auto"/>
        <w:rPr>
          <w:rFonts w:ascii="Corbel" w:hAnsi="Corbel"/>
          <w:sz w:val="24"/>
          <w:szCs w:val="24"/>
        </w:rPr>
      </w:pPr>
      <w:r w:rsidRPr="6B6455DD">
        <w:rPr>
          <w:rFonts w:ascii="Corbel" w:hAnsi="Corbel"/>
          <w:sz w:val="24"/>
          <w:szCs w:val="24"/>
        </w:rPr>
        <w:lastRenderedPageBreak/>
        <w:t>Problematyka ćwiczeń, konwersator</w:t>
      </w:r>
      <w:r>
        <w:rPr>
          <w:rFonts w:ascii="Corbel" w:hAnsi="Corbel"/>
          <w:sz w:val="24"/>
          <w:szCs w:val="24"/>
        </w:rPr>
        <w:t>iów</w:t>
      </w:r>
      <w:r w:rsidRPr="6B6455DD">
        <w:rPr>
          <w:rFonts w:ascii="Corbel" w:hAnsi="Corbel"/>
          <w:sz w:val="24"/>
          <w:szCs w:val="24"/>
        </w:rPr>
        <w:t>, laborator</w:t>
      </w:r>
      <w:r>
        <w:rPr>
          <w:rFonts w:ascii="Corbel" w:hAnsi="Corbel"/>
          <w:sz w:val="24"/>
          <w:szCs w:val="24"/>
        </w:rPr>
        <w:t>iów</w:t>
      </w:r>
      <w:r w:rsidRPr="6B6455DD">
        <w:rPr>
          <w:rFonts w:ascii="Corbel" w:hAnsi="Corbel"/>
          <w:sz w:val="24"/>
          <w:szCs w:val="24"/>
        </w:rPr>
        <w:t>, zajęć praktycznych</w:t>
      </w:r>
    </w:p>
    <w:p w14:paraId="654D9E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25492" w:rsidRPr="00B169DF" w14:paraId="414BD69B" w14:textId="77777777" w:rsidTr="00125492">
        <w:tc>
          <w:tcPr>
            <w:tcW w:w="9781" w:type="dxa"/>
          </w:tcPr>
          <w:p w14:paraId="1C95FE5C" w14:textId="77777777" w:rsidR="00125492" w:rsidRPr="00B169DF" w:rsidRDefault="00125492" w:rsidP="001625F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5492" w:rsidRPr="00B169DF" w14:paraId="3B252AB4" w14:textId="77777777" w:rsidTr="00125492">
        <w:tc>
          <w:tcPr>
            <w:tcW w:w="9781" w:type="dxa"/>
          </w:tcPr>
          <w:p w14:paraId="1574C137" w14:textId="77777777" w:rsidR="00125492" w:rsidRPr="00B169DF" w:rsidRDefault="00125492" w:rsidP="001625F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9E75154" w14:textId="77777777" w:rsidR="00125492" w:rsidRPr="009C54AE" w:rsidRDefault="0012549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B4BFD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B3E648A" w14:textId="7394DBA3" w:rsidR="00E960BB" w:rsidRPr="00125492" w:rsidRDefault="00A1170E" w:rsidP="00125492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smallCaps w:val="0"/>
          <w:szCs w:val="24"/>
        </w:rPr>
      </w:pPr>
      <w:bookmarkStart w:id="2" w:name="_Hlk144395304"/>
      <w:r w:rsidRPr="00CC172A">
        <w:rPr>
          <w:rFonts w:ascii="Corbel" w:hAnsi="Corbel"/>
          <w:smallCaps w:val="0"/>
          <w:szCs w:val="24"/>
        </w:rPr>
        <w:t>Wykład:</w:t>
      </w:r>
      <w:r w:rsidRPr="00CC172A">
        <w:rPr>
          <w:rFonts w:ascii="Corbel" w:hAnsi="Corbel"/>
          <w:b w:val="0"/>
          <w:smallCaps w:val="0"/>
          <w:szCs w:val="24"/>
        </w:rPr>
        <w:t xml:space="preserve"> </w:t>
      </w:r>
      <w:bookmarkEnd w:id="2"/>
      <w:r w:rsidRPr="00CC172A">
        <w:rPr>
          <w:rFonts w:ascii="Corbel" w:hAnsi="Corbel"/>
          <w:b w:val="0"/>
          <w:smallCaps w:val="0"/>
          <w:szCs w:val="24"/>
        </w:rPr>
        <w:t xml:space="preserve">wykład problemowy, </w:t>
      </w:r>
      <w:r w:rsidRPr="001553B7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CC172A">
        <w:rPr>
          <w:rFonts w:ascii="Corbel" w:hAnsi="Corbel"/>
          <w:b w:val="0"/>
          <w:smallCaps w:val="0"/>
          <w:szCs w:val="24"/>
        </w:rPr>
        <w:t xml:space="preserve">analiza i interpretacja tekstów źródłowych. </w:t>
      </w:r>
    </w:p>
    <w:p w14:paraId="43A3C0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0D613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85839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841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885FE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095"/>
        <w:gridCol w:w="2268"/>
      </w:tblGrid>
      <w:tr w:rsidR="0085747A" w:rsidRPr="009C54AE" w14:paraId="1A910CFA" w14:textId="77777777" w:rsidTr="003D3DD4">
        <w:tc>
          <w:tcPr>
            <w:tcW w:w="1276" w:type="dxa"/>
            <w:vAlign w:val="center"/>
          </w:tcPr>
          <w:p w14:paraId="4784A73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5" w:type="dxa"/>
            <w:vAlign w:val="center"/>
          </w:tcPr>
          <w:p w14:paraId="470FEA62" w14:textId="661BD4DB" w:rsidR="0085747A" w:rsidRPr="009C54AE" w:rsidRDefault="00A84C85" w:rsidP="73DCA6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3DCA6D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0000C490" w:rsidRPr="73DCA6D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489F7FA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8" w:type="dxa"/>
            <w:vAlign w:val="center"/>
          </w:tcPr>
          <w:p w14:paraId="29F1F40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2B84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170E" w:rsidRPr="00602CE2" w14:paraId="53F16FBF" w14:textId="77777777" w:rsidTr="003D3DD4">
        <w:trPr>
          <w:trHeight w:val="571"/>
        </w:trPr>
        <w:tc>
          <w:tcPr>
            <w:tcW w:w="1276" w:type="dxa"/>
          </w:tcPr>
          <w:p w14:paraId="49AB8805" w14:textId="77777777" w:rsidR="00A1170E" w:rsidRPr="00602CE2" w:rsidRDefault="00A1170E" w:rsidP="00A11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02C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02CE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095" w:type="dxa"/>
          </w:tcPr>
          <w:p w14:paraId="548E004E" w14:textId="7302A9AD" w:rsidR="00A1170E" w:rsidRPr="00602CE2" w:rsidRDefault="00A1170E" w:rsidP="003D3D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 xml:space="preserve">Egzamin w formie ustnej lub pisemnej, obserwacja </w:t>
            </w:r>
            <w:r w:rsidR="00125492">
              <w:rPr>
                <w:rFonts w:ascii="Corbel" w:hAnsi="Corbel"/>
                <w:sz w:val="24"/>
                <w:szCs w:val="24"/>
              </w:rPr>
              <w:br/>
            </w:r>
            <w:r w:rsidRPr="00CB345F">
              <w:rPr>
                <w:rFonts w:ascii="Corbel" w:hAnsi="Corbel"/>
                <w:sz w:val="24"/>
                <w:szCs w:val="24"/>
              </w:rPr>
              <w:t>w trakcie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66AE9E07" w14:textId="0349D30A" w:rsidR="00A1170E" w:rsidRPr="00602CE2" w:rsidRDefault="004C2CE0" w:rsidP="00A1170E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</w:t>
            </w:r>
          </w:p>
        </w:tc>
      </w:tr>
      <w:tr w:rsidR="00A1170E" w:rsidRPr="00602CE2" w14:paraId="63DF0EBE" w14:textId="77777777" w:rsidTr="003D3DD4">
        <w:tc>
          <w:tcPr>
            <w:tcW w:w="1276" w:type="dxa"/>
          </w:tcPr>
          <w:p w14:paraId="7058E03B" w14:textId="77777777" w:rsidR="00A1170E" w:rsidRPr="00602CE2" w:rsidRDefault="00A1170E" w:rsidP="00A11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02C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02CE2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6095" w:type="dxa"/>
          </w:tcPr>
          <w:p w14:paraId="1C9F1C37" w14:textId="17FDA856" w:rsidR="00A1170E" w:rsidRPr="00602CE2" w:rsidRDefault="00A1170E" w:rsidP="003D3D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 xml:space="preserve">Egzamin w formie ustnej lub pisemnej, obserwacja </w:t>
            </w:r>
            <w:r w:rsidR="00125492">
              <w:rPr>
                <w:rFonts w:ascii="Corbel" w:hAnsi="Corbel"/>
                <w:sz w:val="24"/>
                <w:szCs w:val="24"/>
              </w:rPr>
              <w:br/>
            </w:r>
            <w:r w:rsidRPr="00CB345F">
              <w:rPr>
                <w:rFonts w:ascii="Corbel" w:hAnsi="Corbel"/>
                <w:sz w:val="24"/>
                <w:szCs w:val="24"/>
              </w:rPr>
              <w:t>w trakcie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1F0A294C" w14:textId="4E8BAA73" w:rsidR="00A1170E" w:rsidRPr="00602CE2" w:rsidRDefault="004C2CE0" w:rsidP="00A1170E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sz w:val="24"/>
                <w:szCs w:val="24"/>
              </w:rPr>
              <w:t>w,</w:t>
            </w:r>
          </w:p>
        </w:tc>
      </w:tr>
      <w:tr w:rsidR="00A1170E" w:rsidRPr="00602CE2" w14:paraId="71043147" w14:textId="77777777" w:rsidTr="003D3DD4">
        <w:tc>
          <w:tcPr>
            <w:tcW w:w="1276" w:type="dxa"/>
          </w:tcPr>
          <w:p w14:paraId="7F456975" w14:textId="77777777" w:rsidR="00A1170E" w:rsidRPr="00602CE2" w:rsidRDefault="00A1170E" w:rsidP="00A11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095" w:type="dxa"/>
          </w:tcPr>
          <w:p w14:paraId="24EBB6ED" w14:textId="2A12A718" w:rsidR="00A1170E" w:rsidRPr="00602CE2" w:rsidRDefault="00125492" w:rsidP="003D3D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 xml:space="preserve">Egzamin w formie ustnej lub pisemnej, obserwacja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B345F">
              <w:rPr>
                <w:rFonts w:ascii="Corbel" w:hAnsi="Corbel"/>
                <w:sz w:val="24"/>
                <w:szCs w:val="24"/>
              </w:rPr>
              <w:t>w trakcie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01D55AAC" w14:textId="7B98822B" w:rsidR="00A1170E" w:rsidRPr="00602CE2" w:rsidRDefault="004C2CE0" w:rsidP="00A1170E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sz w:val="24"/>
                <w:szCs w:val="24"/>
              </w:rPr>
              <w:t>w,</w:t>
            </w:r>
          </w:p>
        </w:tc>
      </w:tr>
      <w:tr w:rsidR="00A1170E" w:rsidRPr="00602CE2" w14:paraId="3138E42B" w14:textId="77777777" w:rsidTr="003D3DD4">
        <w:tc>
          <w:tcPr>
            <w:tcW w:w="1276" w:type="dxa"/>
          </w:tcPr>
          <w:p w14:paraId="48E364DC" w14:textId="77777777" w:rsidR="00A1170E" w:rsidRPr="00602CE2" w:rsidRDefault="00A1170E" w:rsidP="00A11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095" w:type="dxa"/>
          </w:tcPr>
          <w:p w14:paraId="56A12443" w14:textId="77BCEB48" w:rsidR="00A1170E" w:rsidRPr="00602CE2" w:rsidRDefault="00125492" w:rsidP="003D3D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 xml:space="preserve">Egzamin w formie ustnej lub pisemnej, obserwacja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B345F">
              <w:rPr>
                <w:rFonts w:ascii="Corbel" w:hAnsi="Corbel"/>
                <w:sz w:val="24"/>
                <w:szCs w:val="24"/>
              </w:rPr>
              <w:t>w trakcie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7EF8FE18" w14:textId="265D3B2E" w:rsidR="00A1170E" w:rsidRPr="00602CE2" w:rsidRDefault="004C2CE0" w:rsidP="00A1170E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sz w:val="24"/>
                <w:szCs w:val="24"/>
              </w:rPr>
              <w:t>w,</w:t>
            </w:r>
          </w:p>
        </w:tc>
      </w:tr>
      <w:tr w:rsidR="00A1170E" w:rsidRPr="00602CE2" w14:paraId="783A7566" w14:textId="77777777" w:rsidTr="003D3DD4">
        <w:tc>
          <w:tcPr>
            <w:tcW w:w="1276" w:type="dxa"/>
          </w:tcPr>
          <w:p w14:paraId="6E960C6D" w14:textId="77777777" w:rsidR="00A1170E" w:rsidRPr="00602CE2" w:rsidRDefault="00A1170E" w:rsidP="00A11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095" w:type="dxa"/>
          </w:tcPr>
          <w:p w14:paraId="0D67A464" w14:textId="0E2ADD09" w:rsidR="00A1170E" w:rsidRPr="00602CE2" w:rsidRDefault="00125492" w:rsidP="003D3D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 xml:space="preserve">Egzamin w formie ustnej lub pisemnej, obserwacja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B345F">
              <w:rPr>
                <w:rFonts w:ascii="Corbel" w:hAnsi="Corbel"/>
                <w:sz w:val="24"/>
                <w:szCs w:val="24"/>
              </w:rPr>
              <w:t>w trakcie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5C1A4E4B" w14:textId="6E7A4E85" w:rsidR="00A1170E" w:rsidRPr="00602CE2" w:rsidRDefault="004C2CE0" w:rsidP="00A1170E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sz w:val="24"/>
                <w:szCs w:val="24"/>
              </w:rPr>
              <w:t>w,</w:t>
            </w:r>
          </w:p>
        </w:tc>
      </w:tr>
      <w:tr w:rsidR="00A1170E" w:rsidRPr="00602CE2" w14:paraId="55B1E361" w14:textId="77777777" w:rsidTr="003D3DD4">
        <w:tc>
          <w:tcPr>
            <w:tcW w:w="1276" w:type="dxa"/>
          </w:tcPr>
          <w:p w14:paraId="75B6C84E" w14:textId="77777777" w:rsidR="00A1170E" w:rsidRPr="00602CE2" w:rsidRDefault="00A1170E" w:rsidP="00A11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6095" w:type="dxa"/>
          </w:tcPr>
          <w:p w14:paraId="002F5B17" w14:textId="106BFFB6" w:rsidR="00A1170E" w:rsidRPr="00602CE2" w:rsidRDefault="00125492" w:rsidP="003D3D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 xml:space="preserve">Egzamin w formie ustnej lub pisemnej, obserwacja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B345F">
              <w:rPr>
                <w:rFonts w:ascii="Corbel" w:hAnsi="Corbel"/>
                <w:sz w:val="24"/>
                <w:szCs w:val="24"/>
              </w:rPr>
              <w:t>w trakcie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33C6337C" w14:textId="262AE0C3" w:rsidR="00A1170E" w:rsidRPr="00602CE2" w:rsidRDefault="004C2CE0" w:rsidP="00A1170E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sz w:val="24"/>
                <w:szCs w:val="24"/>
              </w:rPr>
              <w:t>w,</w:t>
            </w:r>
          </w:p>
        </w:tc>
      </w:tr>
      <w:tr w:rsidR="00A1170E" w:rsidRPr="00602CE2" w14:paraId="3A78BCD0" w14:textId="77777777" w:rsidTr="003D3DD4">
        <w:tc>
          <w:tcPr>
            <w:tcW w:w="1276" w:type="dxa"/>
          </w:tcPr>
          <w:p w14:paraId="246CE578" w14:textId="77777777" w:rsidR="00A1170E" w:rsidRPr="00602CE2" w:rsidRDefault="00A1170E" w:rsidP="00A11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6095" w:type="dxa"/>
          </w:tcPr>
          <w:p w14:paraId="00ABEF49" w14:textId="07C01B5C" w:rsidR="00A1170E" w:rsidRPr="00602CE2" w:rsidRDefault="00125492" w:rsidP="003D3D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 xml:space="preserve">Egzamin w formie ustnej lub pisemnej, obserwacja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B345F">
              <w:rPr>
                <w:rFonts w:ascii="Corbel" w:hAnsi="Corbel"/>
                <w:sz w:val="24"/>
                <w:szCs w:val="24"/>
              </w:rPr>
              <w:t>w trakcie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5F0769F5" w14:textId="6E4C3279" w:rsidR="00A1170E" w:rsidRPr="00602CE2" w:rsidRDefault="004C2CE0" w:rsidP="00A1170E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sz w:val="24"/>
                <w:szCs w:val="24"/>
              </w:rPr>
              <w:t>w,</w:t>
            </w:r>
          </w:p>
        </w:tc>
      </w:tr>
      <w:tr w:rsidR="00A1170E" w:rsidRPr="00602CE2" w14:paraId="3614D862" w14:textId="77777777" w:rsidTr="003D3DD4">
        <w:tc>
          <w:tcPr>
            <w:tcW w:w="1276" w:type="dxa"/>
          </w:tcPr>
          <w:p w14:paraId="44F05094" w14:textId="77777777" w:rsidR="00A1170E" w:rsidRPr="00602CE2" w:rsidRDefault="00A1170E" w:rsidP="00A11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08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095" w:type="dxa"/>
          </w:tcPr>
          <w:p w14:paraId="52500F83" w14:textId="18C792AF" w:rsidR="00A1170E" w:rsidRPr="00602CE2" w:rsidRDefault="00A1170E" w:rsidP="003D3D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02CE2">
              <w:rPr>
                <w:rFonts w:ascii="Corbel" w:hAnsi="Corbel"/>
                <w:sz w:val="24"/>
                <w:szCs w:val="24"/>
              </w:rPr>
              <w:t xml:space="preserve"> Obecność na zajęciach, obserwacja w trakcie zajęć, rozwiązywanie postawionych problemów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646FF4F2" w14:textId="6E402079" w:rsidR="00A1170E" w:rsidRPr="00602CE2" w:rsidRDefault="004C2CE0" w:rsidP="00A1170E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sz w:val="24"/>
                <w:szCs w:val="24"/>
              </w:rPr>
              <w:t>w,</w:t>
            </w:r>
          </w:p>
        </w:tc>
      </w:tr>
      <w:tr w:rsidR="00A1170E" w:rsidRPr="00602CE2" w14:paraId="239935B4" w14:textId="77777777" w:rsidTr="003D3DD4">
        <w:tc>
          <w:tcPr>
            <w:tcW w:w="1276" w:type="dxa"/>
          </w:tcPr>
          <w:p w14:paraId="58BDF3BA" w14:textId="77777777" w:rsidR="00A1170E" w:rsidRPr="00602CE2" w:rsidRDefault="00A1170E" w:rsidP="00A11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09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095" w:type="dxa"/>
          </w:tcPr>
          <w:p w14:paraId="0A3C1565" w14:textId="1A13D81C" w:rsidR="00A1170E" w:rsidRPr="00602CE2" w:rsidRDefault="00A1170E" w:rsidP="003D3D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02CE2">
              <w:rPr>
                <w:rFonts w:ascii="Corbel" w:hAnsi="Corbel"/>
                <w:sz w:val="24"/>
                <w:szCs w:val="24"/>
              </w:rPr>
              <w:t xml:space="preserve"> Obecność na zajęciach, obserwacja w trakcie zajęć, rozwiązywanie postawionych problemów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3E0D699B" w14:textId="4DA53FB3" w:rsidR="00A1170E" w:rsidRPr="00602CE2" w:rsidRDefault="004C2CE0" w:rsidP="00A1170E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sz w:val="24"/>
                <w:szCs w:val="24"/>
              </w:rPr>
              <w:t>w,</w:t>
            </w:r>
          </w:p>
        </w:tc>
      </w:tr>
      <w:tr w:rsidR="00A1170E" w:rsidRPr="00602CE2" w14:paraId="6D438DE5" w14:textId="77777777" w:rsidTr="003D3DD4">
        <w:tc>
          <w:tcPr>
            <w:tcW w:w="1276" w:type="dxa"/>
          </w:tcPr>
          <w:p w14:paraId="47ADFE6D" w14:textId="77777777" w:rsidR="00A1170E" w:rsidRPr="00602CE2" w:rsidRDefault="00A1170E" w:rsidP="00A11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10</w:t>
            </w:r>
          </w:p>
        </w:tc>
        <w:tc>
          <w:tcPr>
            <w:tcW w:w="6095" w:type="dxa"/>
          </w:tcPr>
          <w:p w14:paraId="790672BC" w14:textId="473398B6" w:rsidR="00A1170E" w:rsidRPr="00602CE2" w:rsidRDefault="00A1170E" w:rsidP="003D3D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02CE2">
              <w:rPr>
                <w:rFonts w:ascii="Corbel" w:hAnsi="Corbel"/>
                <w:sz w:val="24"/>
                <w:szCs w:val="24"/>
              </w:rPr>
              <w:t xml:space="preserve"> Obecność na zajęciach, obserwacja w trakcie zajęć, rozwiązywanie postawionych problemów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076CA005" w14:textId="3DE28AC5" w:rsidR="00A1170E" w:rsidRPr="00602CE2" w:rsidRDefault="004C2CE0" w:rsidP="00A1170E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sz w:val="24"/>
                <w:szCs w:val="24"/>
              </w:rPr>
              <w:t>w,</w:t>
            </w:r>
          </w:p>
        </w:tc>
      </w:tr>
    </w:tbl>
    <w:p w14:paraId="53A77F3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9BD3D1" w14:textId="77777777" w:rsidR="003D3DD4" w:rsidRDefault="003D3DD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BC8C9C8" w14:textId="2A78853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0F1E53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E63494" w14:textId="77777777" w:rsidTr="5A1CF5AA">
        <w:tc>
          <w:tcPr>
            <w:tcW w:w="9670" w:type="dxa"/>
          </w:tcPr>
          <w:p w14:paraId="0D8C47B9" w14:textId="49CC3AD6" w:rsidR="0085747A" w:rsidRPr="00364ED6" w:rsidRDefault="1825E215" w:rsidP="003D3DD4">
            <w:pPr>
              <w:spacing w:before="12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64ED6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Dla egzaminu:</w:t>
            </w:r>
          </w:p>
          <w:p w14:paraId="0CB1BD83" w14:textId="4E1CCCDA" w:rsidR="0085747A" w:rsidRPr="00364ED6" w:rsidRDefault="1825E215" w:rsidP="56BBD76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64ED6">
              <w:rPr>
                <w:rFonts w:ascii="Corbel" w:hAnsi="Corbel" w:cs="Calibri"/>
                <w:sz w:val="24"/>
                <w:szCs w:val="24"/>
              </w:rPr>
              <w:t>Warunkiem zdania egzaminu jest uzyskanie pozytywnej oceny</w:t>
            </w:r>
            <w:r w:rsidRPr="00364ED6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364ED6">
              <w:rPr>
                <w:rFonts w:ascii="Corbel" w:hAnsi="Corbel"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  <w:r w:rsidRPr="00364ED6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1F912DBF" w14:textId="75C9ED80" w:rsidR="0085747A" w:rsidRPr="00364ED6" w:rsidRDefault="5309E801" w:rsidP="56BBD76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5A1CF5AA">
              <w:rPr>
                <w:rFonts w:ascii="Corbel" w:hAnsi="Corbel" w:cs="Calibri"/>
                <w:sz w:val="24"/>
                <w:szCs w:val="24"/>
              </w:rPr>
              <w:t>Kryteriami oceny odpowiedzi są: kompletność odpowiedzi, poprawna terminologia, aktualny stan prawny.</w:t>
            </w:r>
            <w:r w:rsidRPr="5A1CF5AA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008E47B4" w14:textId="10C0A64F" w:rsidR="0085747A" w:rsidRPr="00364ED6" w:rsidRDefault="1825E215" w:rsidP="56BBD76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64ED6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364ED6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59D67F9F" w14:textId="130F7DAA" w:rsidR="0085747A" w:rsidRPr="00364ED6" w:rsidRDefault="1825E215" w:rsidP="56BBD76A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64ED6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364ED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79DB37E1" w14:textId="4F8FADC8" w:rsidR="0085747A" w:rsidRPr="00364ED6" w:rsidRDefault="1825E215" w:rsidP="56BBD7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ED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364ED6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364ED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6CCC2880" w14:textId="0488667F" w:rsidR="0085747A" w:rsidRPr="00364ED6" w:rsidRDefault="1825E215" w:rsidP="56BBD76A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64ED6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364ED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 70 – 80%, </w:t>
            </w:r>
          </w:p>
          <w:p w14:paraId="50C3C6D8" w14:textId="47167B90" w:rsidR="0085747A" w:rsidRPr="00364ED6" w:rsidRDefault="1825E215" w:rsidP="56BBD7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ED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364ED6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364ED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61F91EE8" w14:textId="78F799C2" w:rsidR="0085747A" w:rsidRPr="00364ED6" w:rsidRDefault="1825E215" w:rsidP="56BBD76A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64ED6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364ED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1AF2FD25" w14:textId="6BF6CB2C" w:rsidR="0085747A" w:rsidRPr="00A1170E" w:rsidRDefault="1825E215" w:rsidP="003D3DD4">
            <w:pPr>
              <w:spacing w:after="120"/>
            </w:pPr>
            <w:proofErr w:type="spellStart"/>
            <w:r w:rsidRPr="00364ED6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364ED6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.- poniżej 50 %.</w:t>
            </w:r>
            <w:r w:rsidRPr="56BBD76A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787BFE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D34AF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FF06D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9C54AE" w14:paraId="1472DFDF" w14:textId="77777777" w:rsidTr="003D3DD4">
        <w:tc>
          <w:tcPr>
            <w:tcW w:w="5245" w:type="dxa"/>
            <w:vAlign w:val="center"/>
          </w:tcPr>
          <w:p w14:paraId="15A1E9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7F8E62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CAC3D8" w14:textId="77777777" w:rsidTr="003D3DD4">
        <w:tc>
          <w:tcPr>
            <w:tcW w:w="5245" w:type="dxa"/>
          </w:tcPr>
          <w:p w14:paraId="16033AF7" w14:textId="289CA7D9" w:rsidR="0085747A" w:rsidRPr="009C54AE" w:rsidRDefault="00C61DC5" w:rsidP="00602C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A1170E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14F9DE1D" w14:textId="042BF874" w:rsidR="0085747A" w:rsidRPr="009C54AE" w:rsidRDefault="0093396F" w:rsidP="000810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6D711F8" w14:textId="77777777" w:rsidTr="003D3DD4">
        <w:tc>
          <w:tcPr>
            <w:tcW w:w="5245" w:type="dxa"/>
          </w:tcPr>
          <w:p w14:paraId="0DC80FF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F19FA35" w14:textId="77777777" w:rsidR="00C61DC5" w:rsidRPr="009C54AE" w:rsidRDefault="00C61DC5" w:rsidP="00602C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94" w:type="dxa"/>
          </w:tcPr>
          <w:p w14:paraId="32A09DEB" w14:textId="77777777" w:rsidR="00C61DC5" w:rsidRPr="009C54AE" w:rsidRDefault="0008108F" w:rsidP="000810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C92785A" w14:textId="77777777" w:rsidTr="003D3DD4">
        <w:tc>
          <w:tcPr>
            <w:tcW w:w="5245" w:type="dxa"/>
          </w:tcPr>
          <w:p w14:paraId="13D9298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02C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94" w:type="dxa"/>
          </w:tcPr>
          <w:p w14:paraId="0D1A7F4E" w14:textId="5E8FB9DC" w:rsidR="00C61DC5" w:rsidRPr="009C54AE" w:rsidRDefault="0093396F" w:rsidP="000810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</w:p>
        </w:tc>
      </w:tr>
      <w:tr w:rsidR="0085747A" w:rsidRPr="009C54AE" w14:paraId="2F43E688" w14:textId="77777777" w:rsidTr="003D3DD4">
        <w:tc>
          <w:tcPr>
            <w:tcW w:w="5245" w:type="dxa"/>
          </w:tcPr>
          <w:p w14:paraId="2A1FE4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2482214A" w14:textId="77777777" w:rsidR="0085747A" w:rsidRPr="009C54AE" w:rsidRDefault="004C42D5" w:rsidP="000810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  <w:r w:rsidR="0008108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331654C0" w14:textId="77777777" w:rsidTr="003D3DD4">
        <w:trPr>
          <w:trHeight w:val="402"/>
        </w:trPr>
        <w:tc>
          <w:tcPr>
            <w:tcW w:w="5245" w:type="dxa"/>
          </w:tcPr>
          <w:p w14:paraId="5AEFB0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384B12A0" w14:textId="5001F407" w:rsidR="0085747A" w:rsidRPr="009C54AE" w:rsidRDefault="004C42D5" w:rsidP="000810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3DCA6DD">
              <w:rPr>
                <w:rFonts w:ascii="Corbel" w:hAnsi="Corbel"/>
                <w:sz w:val="24"/>
                <w:szCs w:val="24"/>
              </w:rPr>
              <w:t>4</w:t>
            </w:r>
            <w:r w:rsidR="09EC76D4" w:rsidRPr="73DCA6D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ABE0E4E" w14:textId="77777777" w:rsidR="0085747A" w:rsidRPr="009C54AE" w:rsidRDefault="00923D7D" w:rsidP="003D3DD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37CE4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F080A2" w14:textId="33006622" w:rsidR="0085747A" w:rsidRPr="009C54AE" w:rsidRDefault="0071620A" w:rsidP="73DCA6DD">
      <w:pPr>
        <w:pStyle w:val="Punktygwne"/>
        <w:spacing w:before="0" w:after="0"/>
        <w:rPr>
          <w:rFonts w:ascii="Corbel" w:hAnsi="Corbel"/>
          <w:smallCaps w:val="0"/>
        </w:rPr>
      </w:pPr>
      <w:r w:rsidRPr="73DCA6DD">
        <w:rPr>
          <w:rFonts w:ascii="Corbel" w:hAnsi="Corbel"/>
          <w:smallCaps w:val="0"/>
        </w:rPr>
        <w:t xml:space="preserve">6. </w:t>
      </w:r>
      <w:r w:rsidR="0085747A" w:rsidRPr="73DCA6DD">
        <w:rPr>
          <w:rFonts w:ascii="Corbel" w:hAnsi="Corbel"/>
          <w:smallCaps w:val="0"/>
        </w:rPr>
        <w:t>PRAKTYKI ZAWODOWE W RAMACH PRZEDMIOTU</w:t>
      </w:r>
    </w:p>
    <w:p w14:paraId="0883AB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85747A" w:rsidRPr="009C54AE" w14:paraId="78FEB4DC" w14:textId="77777777" w:rsidTr="003D3DD4">
        <w:trPr>
          <w:trHeight w:val="397"/>
        </w:trPr>
        <w:tc>
          <w:tcPr>
            <w:tcW w:w="3828" w:type="dxa"/>
          </w:tcPr>
          <w:p w14:paraId="3E5F04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5E4E32C6" w14:textId="06DEBDDD" w:rsidR="0085747A" w:rsidRPr="009C54AE" w:rsidRDefault="2ADE156E" w:rsidP="73DCA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3DCA6DD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28229FFB" w14:textId="77777777" w:rsidTr="003D3DD4">
        <w:trPr>
          <w:trHeight w:val="397"/>
        </w:trPr>
        <w:tc>
          <w:tcPr>
            <w:tcW w:w="3828" w:type="dxa"/>
          </w:tcPr>
          <w:p w14:paraId="5E6D61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25402044" w14:textId="1214A51C" w:rsidR="0085747A" w:rsidRPr="009C54AE" w:rsidRDefault="0C93E39C" w:rsidP="73DCA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DCA6DD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53601A6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F5DF1E" w14:textId="5D3C5EA0" w:rsidR="5A1CF5AA" w:rsidRDefault="5A1CF5AA">
      <w:r>
        <w:br w:type="page"/>
      </w:r>
    </w:p>
    <w:p w14:paraId="28E1C06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79FFB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1536A" w14:paraId="45A2A060" w14:textId="77777777" w:rsidTr="5A1CF5AA">
        <w:trPr>
          <w:trHeight w:val="397"/>
        </w:trPr>
        <w:tc>
          <w:tcPr>
            <w:tcW w:w="7513" w:type="dxa"/>
          </w:tcPr>
          <w:p w14:paraId="4F88D826" w14:textId="77777777" w:rsidR="0085747A" w:rsidRPr="0061536A" w:rsidRDefault="0085747A" w:rsidP="003D3DD4">
            <w:pPr>
              <w:pStyle w:val="Punktygwne"/>
              <w:spacing w:before="120" w:after="0"/>
              <w:jc w:val="both"/>
              <w:rPr>
                <w:rFonts w:ascii="Corbel" w:hAnsi="Corbel"/>
                <w:bCs/>
                <w:smallCaps w:val="0"/>
              </w:rPr>
            </w:pPr>
            <w:r w:rsidRPr="73DCA6DD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4FD91208" w14:textId="77777777" w:rsidR="00E038A7" w:rsidRPr="0061536A" w:rsidRDefault="00E038A7" w:rsidP="003D3DD4">
            <w:pPr>
              <w:spacing w:before="120"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1536A">
              <w:rPr>
                <w:rFonts w:ascii="Corbel" w:eastAsia="Cambria" w:hAnsi="Corbel"/>
                <w:sz w:val="24"/>
                <w:szCs w:val="24"/>
              </w:rPr>
              <w:t xml:space="preserve">1. S. Pieprzny, </w:t>
            </w:r>
            <w:r w:rsidRPr="0061536A">
              <w:rPr>
                <w:rFonts w:ascii="Corbel" w:eastAsia="Cambria" w:hAnsi="Corbel"/>
                <w:i/>
                <w:sz w:val="24"/>
                <w:szCs w:val="24"/>
              </w:rPr>
              <w:t>Policja – organizacja i funkcjonowanie</w:t>
            </w:r>
            <w:r w:rsidRPr="0061536A">
              <w:rPr>
                <w:rFonts w:ascii="Corbel" w:eastAsia="Cambria" w:hAnsi="Corbel"/>
                <w:sz w:val="24"/>
                <w:szCs w:val="24"/>
              </w:rPr>
              <w:t>, Wolters Kluwer  Warszawa 2011.</w:t>
            </w:r>
          </w:p>
          <w:p w14:paraId="559589C8" w14:textId="77777777" w:rsidR="0008108F" w:rsidRDefault="00E038A7" w:rsidP="0061536A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1536A">
              <w:rPr>
                <w:rFonts w:ascii="Corbel" w:eastAsia="Cambria" w:hAnsi="Corbel"/>
                <w:sz w:val="24"/>
                <w:szCs w:val="24"/>
              </w:rPr>
              <w:t xml:space="preserve">2. </w:t>
            </w:r>
            <w:r w:rsidR="0008108F">
              <w:rPr>
                <w:rFonts w:ascii="Corbel" w:hAnsi="Corbel"/>
                <w:sz w:val="24"/>
                <w:szCs w:val="24"/>
              </w:rPr>
              <w:t xml:space="preserve">B. Jaworski, A. </w:t>
            </w:r>
            <w:proofErr w:type="spellStart"/>
            <w:r w:rsidR="0008108F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="0008108F">
              <w:rPr>
                <w:rFonts w:ascii="Corbel" w:hAnsi="Corbel"/>
                <w:sz w:val="24"/>
                <w:szCs w:val="24"/>
              </w:rPr>
              <w:t xml:space="preserve">, A. Żygadło, </w:t>
            </w:r>
            <w:r w:rsidR="0008108F" w:rsidRPr="00073585">
              <w:rPr>
                <w:rFonts w:ascii="Corbel" w:hAnsi="Corbel"/>
                <w:i/>
                <w:sz w:val="24"/>
                <w:szCs w:val="24"/>
              </w:rPr>
              <w:t>Administracja bezpieczeństwa w powiecie</w:t>
            </w:r>
            <w:r w:rsidR="0008108F">
              <w:rPr>
                <w:rFonts w:ascii="Corbel" w:hAnsi="Corbel"/>
                <w:sz w:val="24"/>
                <w:szCs w:val="24"/>
              </w:rPr>
              <w:t>, Wydawnictwo „Dom Organizatora”, Toruń 2020.</w:t>
            </w:r>
          </w:p>
          <w:p w14:paraId="64D3A56E" w14:textId="52F283AE" w:rsidR="00E038A7" w:rsidRPr="0061536A" w:rsidRDefault="0008108F" w:rsidP="0061536A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3. </w:t>
            </w:r>
            <w:r w:rsidR="00E038A7" w:rsidRPr="0061536A">
              <w:rPr>
                <w:rFonts w:ascii="Corbel" w:eastAsia="Cambria" w:hAnsi="Corbel"/>
                <w:sz w:val="24"/>
                <w:szCs w:val="24"/>
              </w:rPr>
              <w:t xml:space="preserve">A. Szymaniak, W. Ciepiela,  </w:t>
            </w:r>
            <w:r w:rsidR="00E038A7" w:rsidRPr="0061536A">
              <w:rPr>
                <w:rFonts w:ascii="Corbel" w:eastAsia="Cambria" w:hAnsi="Corbel"/>
                <w:i/>
                <w:sz w:val="24"/>
                <w:szCs w:val="24"/>
              </w:rPr>
              <w:t xml:space="preserve">Policja w Polsce – stan obecny </w:t>
            </w:r>
            <w:r w:rsidR="0061536A">
              <w:rPr>
                <w:rFonts w:ascii="Corbel" w:eastAsia="Cambria" w:hAnsi="Corbel"/>
                <w:i/>
                <w:sz w:val="24"/>
                <w:szCs w:val="24"/>
              </w:rPr>
              <w:br/>
            </w:r>
            <w:r w:rsidR="00E038A7" w:rsidRPr="0061536A">
              <w:rPr>
                <w:rFonts w:ascii="Corbel" w:eastAsia="Cambria" w:hAnsi="Corbel"/>
                <w:i/>
                <w:sz w:val="24"/>
                <w:szCs w:val="24"/>
              </w:rPr>
              <w:t>i perspektywy</w:t>
            </w:r>
            <w:r w:rsidR="00E038A7" w:rsidRPr="0061536A">
              <w:rPr>
                <w:rFonts w:ascii="Corbel" w:eastAsia="Cambria" w:hAnsi="Corbel"/>
                <w:sz w:val="24"/>
                <w:szCs w:val="24"/>
              </w:rPr>
              <w:t xml:space="preserve">, Wydawnictwo Naukowe </w:t>
            </w:r>
            <w:proofErr w:type="spellStart"/>
            <w:r w:rsidR="00E038A7" w:rsidRPr="0061536A">
              <w:rPr>
                <w:rFonts w:ascii="Corbel" w:eastAsia="Cambria" w:hAnsi="Corbel"/>
                <w:sz w:val="24"/>
                <w:szCs w:val="24"/>
              </w:rPr>
              <w:t>INPiD</w:t>
            </w:r>
            <w:proofErr w:type="spellEnd"/>
            <w:r w:rsidR="00E038A7" w:rsidRPr="0061536A">
              <w:rPr>
                <w:rFonts w:ascii="Corbel" w:eastAsia="Cambria" w:hAnsi="Corbel"/>
                <w:sz w:val="24"/>
                <w:szCs w:val="24"/>
              </w:rPr>
              <w:t xml:space="preserve"> UAM, Poznań 2007</w:t>
            </w:r>
            <w:r w:rsidR="00B02F1A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267E5CC1" w14:textId="29806160" w:rsidR="00E038A7" w:rsidRPr="0061536A" w:rsidRDefault="0008108F" w:rsidP="0061536A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4</w:t>
            </w:r>
            <w:r w:rsidR="00E038A7" w:rsidRPr="0061536A">
              <w:rPr>
                <w:rFonts w:ascii="Corbel" w:eastAsia="Cambria" w:hAnsi="Corbel"/>
                <w:sz w:val="24"/>
                <w:szCs w:val="24"/>
              </w:rPr>
              <w:t xml:space="preserve">. R. Szałowski,  </w:t>
            </w:r>
            <w:r w:rsidR="00E038A7" w:rsidRPr="0061536A">
              <w:rPr>
                <w:rFonts w:ascii="Corbel" w:eastAsia="Cambria" w:hAnsi="Corbel"/>
                <w:i/>
                <w:sz w:val="24"/>
                <w:szCs w:val="24"/>
              </w:rPr>
              <w:t>Prawno administracyjne kompetencje Policji</w:t>
            </w:r>
            <w:r w:rsidR="00E038A7" w:rsidRPr="0061536A">
              <w:rPr>
                <w:rFonts w:ascii="Corbel" w:eastAsia="Cambria" w:hAnsi="Corbel"/>
                <w:sz w:val="24"/>
                <w:szCs w:val="24"/>
              </w:rPr>
              <w:t>, Wydawnictwo Akademii Humanistyczno-Ekonomicznej, Łódź 2010</w:t>
            </w:r>
            <w:r w:rsidR="00B02F1A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58B93240" w14:textId="77777777" w:rsidR="00E038A7" w:rsidRPr="0061536A" w:rsidRDefault="0008108F" w:rsidP="0061536A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5</w:t>
            </w:r>
            <w:r w:rsidR="00E038A7" w:rsidRPr="0061536A">
              <w:rPr>
                <w:rFonts w:ascii="Corbel" w:eastAsia="Cambria" w:hAnsi="Corbel"/>
                <w:sz w:val="24"/>
                <w:szCs w:val="24"/>
              </w:rPr>
              <w:t>. E. Ura, S. Pi</w:t>
            </w:r>
            <w:r w:rsidR="0061536A" w:rsidRPr="0061536A">
              <w:rPr>
                <w:rFonts w:ascii="Corbel" w:eastAsia="Cambria" w:hAnsi="Corbel"/>
                <w:sz w:val="24"/>
                <w:szCs w:val="24"/>
              </w:rPr>
              <w:t>e</w:t>
            </w:r>
            <w:r w:rsidR="00E038A7" w:rsidRPr="0061536A">
              <w:rPr>
                <w:rFonts w:ascii="Corbel" w:eastAsia="Cambria" w:hAnsi="Corbel"/>
                <w:sz w:val="24"/>
                <w:szCs w:val="24"/>
              </w:rPr>
              <w:t xml:space="preserve">przny (red.), </w:t>
            </w:r>
            <w:r w:rsidR="00E038A7" w:rsidRPr="0061536A">
              <w:rPr>
                <w:rFonts w:ascii="Corbel" w:eastAsia="Cambria" w:hAnsi="Corbel"/>
                <w:i/>
                <w:sz w:val="24"/>
                <w:szCs w:val="24"/>
              </w:rPr>
              <w:t>95 lat służb policyjnych w Polsce</w:t>
            </w:r>
            <w:r w:rsidR="00E038A7" w:rsidRPr="0061536A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61536A" w:rsidRPr="0061536A">
              <w:rPr>
                <w:rFonts w:ascii="Corbel" w:eastAsia="Cambria" w:hAnsi="Corbel"/>
                <w:sz w:val="24"/>
                <w:szCs w:val="24"/>
              </w:rPr>
              <w:t xml:space="preserve">Wydawnictwo Uniwersytetu Rzeszowskiego, </w:t>
            </w:r>
            <w:r w:rsidR="00E038A7" w:rsidRPr="0061536A">
              <w:rPr>
                <w:rFonts w:ascii="Corbel" w:eastAsia="Cambria" w:hAnsi="Corbel"/>
                <w:sz w:val="24"/>
                <w:szCs w:val="24"/>
              </w:rPr>
              <w:t xml:space="preserve">Rzeszów 2015. </w:t>
            </w:r>
          </w:p>
          <w:p w14:paraId="53C9AECB" w14:textId="77777777" w:rsidR="0061536A" w:rsidRPr="0061536A" w:rsidRDefault="0008108F" w:rsidP="0061536A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6</w:t>
            </w:r>
            <w:r w:rsidR="0061536A" w:rsidRPr="0061536A">
              <w:rPr>
                <w:rFonts w:ascii="Corbel" w:eastAsia="Cambria" w:hAnsi="Corbel"/>
                <w:sz w:val="24"/>
                <w:szCs w:val="24"/>
              </w:rPr>
              <w:t xml:space="preserve">. B. Jaworski, </w:t>
            </w:r>
            <w:r w:rsidR="0061536A" w:rsidRPr="0061536A">
              <w:rPr>
                <w:rFonts w:ascii="Corbel" w:eastAsia="Cambria" w:hAnsi="Corbel"/>
                <w:i/>
                <w:sz w:val="24"/>
                <w:szCs w:val="24"/>
              </w:rPr>
              <w:t xml:space="preserve">Pozycja prawna Komendanta Głównego Policji jako centralnego organu administracji rządowej, </w:t>
            </w:r>
            <w:r w:rsidR="0061536A" w:rsidRPr="0061536A">
              <w:rPr>
                <w:rFonts w:ascii="Corbel" w:eastAsia="Cambria" w:hAnsi="Corbel"/>
                <w:sz w:val="24"/>
                <w:szCs w:val="24"/>
              </w:rPr>
              <w:t xml:space="preserve">ZPH </w:t>
            </w:r>
            <w:proofErr w:type="spellStart"/>
            <w:r w:rsidR="0061536A" w:rsidRPr="0061536A">
              <w:rPr>
                <w:rFonts w:ascii="Corbel" w:eastAsia="Cambria" w:hAnsi="Corbel"/>
                <w:sz w:val="24"/>
                <w:szCs w:val="24"/>
              </w:rPr>
              <w:t>Arteks</w:t>
            </w:r>
            <w:proofErr w:type="spellEnd"/>
            <w:r w:rsidR="0061536A" w:rsidRPr="0061536A">
              <w:rPr>
                <w:rFonts w:ascii="Corbel" w:eastAsia="Cambria" w:hAnsi="Corbel"/>
                <w:sz w:val="24"/>
                <w:szCs w:val="24"/>
              </w:rPr>
              <w:t>, Rzeszów 2016.</w:t>
            </w:r>
          </w:p>
          <w:p w14:paraId="7B439103" w14:textId="77777777" w:rsidR="00E038A7" w:rsidRPr="0061536A" w:rsidRDefault="0008108F" w:rsidP="0061536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1536A" w:rsidRPr="0061536A">
              <w:rPr>
                <w:rFonts w:ascii="Corbel" w:hAnsi="Corbel"/>
                <w:sz w:val="24"/>
                <w:szCs w:val="24"/>
              </w:rPr>
              <w:t xml:space="preserve">. </w:t>
            </w:r>
            <w:r w:rsidR="0061536A" w:rsidRPr="0061536A">
              <w:rPr>
                <w:rFonts w:ascii="Corbel" w:eastAsia="Cambria" w:hAnsi="Corbel"/>
                <w:sz w:val="24"/>
                <w:szCs w:val="24"/>
              </w:rPr>
              <w:t xml:space="preserve">E. Ura, S. Pieprzny (red.), </w:t>
            </w:r>
            <w:r w:rsidR="0061536A" w:rsidRPr="0061536A">
              <w:rPr>
                <w:rFonts w:ascii="Corbel" w:hAnsi="Corbel"/>
                <w:i/>
                <w:sz w:val="24"/>
                <w:szCs w:val="24"/>
              </w:rPr>
              <w:t>Służby i formacje mundurowe w systemie bezpieczeństwa wewnętrznego Rzeczypospolitej Polskiej,</w:t>
            </w:r>
            <w:r w:rsidR="0061536A" w:rsidRPr="0061536A">
              <w:rPr>
                <w:rFonts w:ascii="Corbel" w:hAnsi="Corbel"/>
                <w:sz w:val="24"/>
                <w:szCs w:val="24"/>
              </w:rPr>
              <w:t xml:space="preserve"> RS Druk, Rzeszów 2010.</w:t>
            </w:r>
          </w:p>
          <w:p w14:paraId="0AB34B98" w14:textId="77777777" w:rsidR="00E038A7" w:rsidRDefault="0008108F" w:rsidP="00553360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61536A" w:rsidRPr="0061536A">
              <w:rPr>
                <w:rFonts w:ascii="Corbel" w:hAnsi="Corbel"/>
                <w:sz w:val="24"/>
                <w:szCs w:val="24"/>
              </w:rPr>
              <w:t xml:space="preserve">. B. Jaworski, </w:t>
            </w:r>
            <w:r w:rsidR="0061536A" w:rsidRPr="0061536A">
              <w:rPr>
                <w:rFonts w:ascii="Corbel" w:hAnsi="Corbel"/>
                <w:i/>
                <w:sz w:val="24"/>
                <w:szCs w:val="24"/>
              </w:rPr>
              <w:t xml:space="preserve">Policja administracyjna, </w:t>
            </w:r>
            <w:r w:rsidR="0061536A" w:rsidRPr="00B02F1A">
              <w:rPr>
                <w:rFonts w:ascii="Corbel" w:hAnsi="Corbel"/>
                <w:iCs/>
                <w:sz w:val="24"/>
                <w:szCs w:val="24"/>
              </w:rPr>
              <w:t>TNOiK „Dom Organizatora”,</w:t>
            </w:r>
            <w:r w:rsidR="0061536A" w:rsidRPr="0061536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61536A" w:rsidRPr="00B02F1A">
              <w:rPr>
                <w:rFonts w:ascii="Corbel" w:hAnsi="Corbel"/>
                <w:iCs/>
                <w:sz w:val="24"/>
                <w:szCs w:val="24"/>
              </w:rPr>
              <w:t>Toruń 2019.</w:t>
            </w:r>
          </w:p>
          <w:p w14:paraId="577104EB" w14:textId="77777777" w:rsidR="0098536B" w:rsidRDefault="0098536B" w:rsidP="0055336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536B">
              <w:rPr>
                <w:rFonts w:ascii="Corbel" w:hAnsi="Corbel"/>
                <w:sz w:val="24"/>
                <w:szCs w:val="24"/>
              </w:rPr>
              <w:t>9. B</w:t>
            </w:r>
            <w:r>
              <w:rPr>
                <w:rFonts w:ascii="Corbel" w:hAnsi="Corbel"/>
                <w:sz w:val="24"/>
                <w:szCs w:val="24"/>
              </w:rPr>
              <w:t>. Jaworski, Dekoncentracja rzeczowa w Policji – potrzeba chwili czy trend zmian?, Przegląd Policyjny, Szczytno 2023.</w:t>
            </w:r>
          </w:p>
          <w:p w14:paraId="6A1F162D" w14:textId="40355068" w:rsidR="00553360" w:rsidRPr="0098536B" w:rsidRDefault="00553360" w:rsidP="003D3DD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3360">
              <w:rPr>
                <w:rFonts w:ascii="Corbel" w:hAnsi="Corbel"/>
                <w:sz w:val="24"/>
                <w:szCs w:val="24"/>
              </w:rPr>
              <w:t>10. E. Ura, Materialne prawo administracyjne, Wolters Kluwer, Warszawa 2024.</w:t>
            </w:r>
          </w:p>
        </w:tc>
      </w:tr>
      <w:tr w:rsidR="0085747A" w:rsidRPr="0061536A" w14:paraId="1E7EC98D" w14:textId="77777777" w:rsidTr="5A1CF5AA">
        <w:trPr>
          <w:trHeight w:val="397"/>
        </w:trPr>
        <w:tc>
          <w:tcPr>
            <w:tcW w:w="7513" w:type="dxa"/>
          </w:tcPr>
          <w:p w14:paraId="341C39BC" w14:textId="544B828C" w:rsidR="73DCA6DD" w:rsidRPr="00B02F1A" w:rsidRDefault="0085747A" w:rsidP="003D3DD4">
            <w:pPr>
              <w:pStyle w:val="Punktygwne"/>
              <w:spacing w:before="120" w:after="0"/>
              <w:jc w:val="both"/>
              <w:rPr>
                <w:rFonts w:ascii="Corbel" w:hAnsi="Corbel"/>
                <w:bCs/>
                <w:smallCaps w:val="0"/>
              </w:rPr>
            </w:pPr>
            <w:r w:rsidRPr="73DCA6DD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1E9629B2" w14:textId="77777777" w:rsidR="0061536A" w:rsidRPr="0061536A" w:rsidRDefault="0061536A" w:rsidP="003D3DD4">
            <w:pPr>
              <w:spacing w:before="120"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1536A">
              <w:rPr>
                <w:rFonts w:ascii="Corbel" w:eastAsia="Cambria" w:hAnsi="Corbel"/>
                <w:sz w:val="24"/>
                <w:szCs w:val="24"/>
              </w:rPr>
              <w:t xml:space="preserve">1. A. </w:t>
            </w:r>
            <w:proofErr w:type="spellStart"/>
            <w:r w:rsidRPr="0061536A">
              <w:rPr>
                <w:rFonts w:ascii="Corbel" w:eastAsia="Cambria" w:hAnsi="Corbel"/>
                <w:sz w:val="24"/>
                <w:szCs w:val="24"/>
              </w:rPr>
              <w:t>Taracha</w:t>
            </w:r>
            <w:proofErr w:type="spellEnd"/>
            <w:r w:rsidRPr="0061536A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61536A">
              <w:rPr>
                <w:rFonts w:ascii="Corbel" w:eastAsia="Cambria" w:hAnsi="Corbel"/>
                <w:i/>
                <w:sz w:val="24"/>
                <w:szCs w:val="24"/>
              </w:rPr>
              <w:t>Cz</w:t>
            </w:r>
            <w:r w:rsidR="000B692D">
              <w:rPr>
                <w:rFonts w:ascii="Corbel" w:eastAsia="Cambria" w:hAnsi="Corbel"/>
                <w:i/>
                <w:sz w:val="24"/>
                <w:szCs w:val="24"/>
              </w:rPr>
              <w:t>ynności operacyjno-rozpoznawcze</w:t>
            </w:r>
            <w:r w:rsidRPr="0061536A">
              <w:rPr>
                <w:rFonts w:ascii="Corbel" w:eastAsia="Cambria" w:hAnsi="Corbel"/>
                <w:i/>
                <w:sz w:val="24"/>
                <w:szCs w:val="24"/>
              </w:rPr>
              <w:t>, aspekty kryminalistyczne i prawnodowodowe</w:t>
            </w:r>
            <w:r w:rsidRPr="0061536A">
              <w:rPr>
                <w:rFonts w:ascii="Corbel" w:eastAsia="Cambria" w:hAnsi="Corbel"/>
                <w:sz w:val="24"/>
                <w:szCs w:val="24"/>
              </w:rPr>
              <w:t>, Wyd. UMCS, Lublin 2006.</w:t>
            </w:r>
          </w:p>
          <w:p w14:paraId="01CA461E" w14:textId="11E901AF" w:rsidR="0061536A" w:rsidRPr="0061536A" w:rsidRDefault="566AFAAA" w:rsidP="0061536A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5A1CF5AA">
              <w:rPr>
                <w:rFonts w:ascii="Corbel" w:eastAsia="Cambria" w:hAnsi="Corbel"/>
                <w:sz w:val="24"/>
                <w:szCs w:val="24"/>
              </w:rPr>
              <w:t>2. P. Szustakiewicz,</w:t>
            </w:r>
            <w:r w:rsidR="06FC329C" w:rsidRPr="5A1CF5AA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5A1CF5AA">
              <w:rPr>
                <w:rFonts w:ascii="Corbel" w:eastAsia="Cambria" w:hAnsi="Corbel"/>
                <w:i/>
                <w:iCs/>
                <w:sz w:val="24"/>
                <w:szCs w:val="24"/>
              </w:rPr>
              <w:t>Stosunki służbowe funkcjonariuszy służb mundurowych i żołnierzy zawodowych jako sprawa administracyjna</w:t>
            </w:r>
            <w:r w:rsidRPr="5A1CF5AA">
              <w:rPr>
                <w:rFonts w:ascii="Corbel" w:eastAsia="Cambria" w:hAnsi="Corbel"/>
                <w:sz w:val="24"/>
                <w:szCs w:val="24"/>
              </w:rPr>
              <w:t>, Wyd. Difin SA 2012.</w:t>
            </w:r>
          </w:p>
          <w:p w14:paraId="47F0A612" w14:textId="44580C8A" w:rsidR="0061536A" w:rsidRPr="0061536A" w:rsidRDefault="566AFAAA" w:rsidP="0061536A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5A1CF5AA">
              <w:rPr>
                <w:rFonts w:ascii="Corbel" w:eastAsia="Cambria" w:hAnsi="Corbel"/>
                <w:sz w:val="24"/>
                <w:szCs w:val="24"/>
              </w:rPr>
              <w:t xml:space="preserve">3. S. Pieprzny, </w:t>
            </w:r>
            <w:r w:rsidRPr="5A1CF5AA">
              <w:rPr>
                <w:rFonts w:ascii="Corbel" w:eastAsia="Cambria" w:hAnsi="Corbel"/>
                <w:i/>
                <w:iCs/>
                <w:sz w:val="24"/>
                <w:szCs w:val="24"/>
              </w:rPr>
              <w:t>Ochrona bezpieczeństwa i porządku publicznego w prawie administracyjnym</w:t>
            </w:r>
            <w:r w:rsidRPr="5A1CF5AA">
              <w:rPr>
                <w:rFonts w:ascii="Corbel" w:eastAsia="Cambria" w:hAnsi="Corbel"/>
                <w:sz w:val="24"/>
                <w:szCs w:val="24"/>
              </w:rPr>
              <w:t>, Wyd. Uniwersytetu Rzeszowskiego, Rzeszów 2007.</w:t>
            </w:r>
          </w:p>
          <w:p w14:paraId="761FCAB8" w14:textId="77777777" w:rsidR="0061536A" w:rsidRPr="0061536A" w:rsidRDefault="0061536A" w:rsidP="0061536A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1536A">
              <w:rPr>
                <w:rFonts w:ascii="Corbel" w:eastAsia="Cambria" w:hAnsi="Corbel"/>
                <w:sz w:val="24"/>
                <w:szCs w:val="24"/>
              </w:rPr>
              <w:t xml:space="preserve">4. A. </w:t>
            </w:r>
            <w:proofErr w:type="spellStart"/>
            <w:r w:rsidRPr="0061536A">
              <w:rPr>
                <w:rFonts w:ascii="Corbel" w:eastAsia="Cambria" w:hAnsi="Corbel"/>
                <w:sz w:val="24"/>
                <w:szCs w:val="24"/>
              </w:rPr>
              <w:t>Chajbowicz</w:t>
            </w:r>
            <w:proofErr w:type="spellEnd"/>
            <w:r w:rsidRPr="0061536A">
              <w:rPr>
                <w:rFonts w:ascii="Corbel" w:eastAsia="Cambria" w:hAnsi="Corbel"/>
                <w:sz w:val="24"/>
                <w:szCs w:val="24"/>
              </w:rPr>
              <w:t xml:space="preserve">, T. </w:t>
            </w:r>
            <w:proofErr w:type="spellStart"/>
            <w:r w:rsidRPr="0061536A">
              <w:rPr>
                <w:rFonts w:ascii="Corbel" w:eastAsia="Cambria" w:hAnsi="Corbel"/>
                <w:sz w:val="24"/>
                <w:szCs w:val="24"/>
              </w:rPr>
              <w:t>Kocowski</w:t>
            </w:r>
            <w:proofErr w:type="spellEnd"/>
            <w:r w:rsidRPr="0061536A">
              <w:rPr>
                <w:rFonts w:ascii="Corbel" w:eastAsia="Cambria" w:hAnsi="Corbel"/>
                <w:sz w:val="24"/>
                <w:szCs w:val="24"/>
              </w:rPr>
              <w:t xml:space="preserve">, Bezpieczeństwo wewnętrzne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61536A">
              <w:rPr>
                <w:rFonts w:ascii="Corbel" w:eastAsia="Cambria" w:hAnsi="Corbel"/>
                <w:sz w:val="24"/>
                <w:szCs w:val="24"/>
              </w:rPr>
              <w:t>w działaniach terenowej administracji publicznej, Kolonia Limited, Wrocław 2009.</w:t>
            </w:r>
          </w:p>
          <w:p w14:paraId="3CB0DEF1" w14:textId="1A8131A5" w:rsidR="0061536A" w:rsidRDefault="566AFAAA" w:rsidP="0061536A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5A1CF5AA">
              <w:rPr>
                <w:rFonts w:ascii="Corbel" w:eastAsia="Cambria" w:hAnsi="Corbel"/>
                <w:sz w:val="24"/>
                <w:szCs w:val="24"/>
              </w:rPr>
              <w:t xml:space="preserve">5. E. </w:t>
            </w:r>
            <w:proofErr w:type="spellStart"/>
            <w:r w:rsidRPr="5A1CF5AA">
              <w:rPr>
                <w:rFonts w:ascii="Corbel" w:eastAsia="Cambria" w:hAnsi="Corbel"/>
                <w:sz w:val="24"/>
                <w:szCs w:val="24"/>
              </w:rPr>
              <w:t>Moczuk</w:t>
            </w:r>
            <w:proofErr w:type="spellEnd"/>
            <w:r w:rsidRPr="5A1CF5AA">
              <w:rPr>
                <w:rFonts w:ascii="Corbel" w:eastAsia="Cambria" w:hAnsi="Corbel"/>
                <w:sz w:val="24"/>
                <w:szCs w:val="24"/>
              </w:rPr>
              <w:t>, Socjologiczne aspekty bezpieczeństwa lokalnego, Wyd. Uniwersytetu Rzeszowskiego, Rzeszów 2009.</w:t>
            </w:r>
          </w:p>
          <w:p w14:paraId="6865A52E" w14:textId="2DCBAC7D" w:rsidR="0061536A" w:rsidRPr="003D3DD4" w:rsidRDefault="00553360" w:rsidP="003D3DD4">
            <w:pPr>
              <w:spacing w:after="12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53360">
              <w:rPr>
                <w:rFonts w:ascii="Corbel" w:eastAsia="Cambria" w:hAnsi="Corbel"/>
                <w:sz w:val="24"/>
                <w:szCs w:val="24"/>
              </w:rPr>
              <w:t xml:space="preserve">6. E. Ura, S. Pieprzny, Wartości etyczno-moralne policjanta w kontekście zasady ochrony godności człowieka [w:] W trosce o dobro wspólnoty i jednostki: zagadnienia administracyjnoprawne: księga jubileuszowa dedykowana Profesor Zofii </w:t>
            </w:r>
            <w:proofErr w:type="spellStart"/>
            <w:r w:rsidRPr="00553360">
              <w:rPr>
                <w:rFonts w:ascii="Corbel" w:eastAsia="Cambria" w:hAnsi="Corbel"/>
                <w:sz w:val="24"/>
                <w:szCs w:val="24"/>
              </w:rPr>
              <w:t>Duniewskiej</w:t>
            </w:r>
            <w:proofErr w:type="spellEnd"/>
            <w:r w:rsidRPr="00553360">
              <w:rPr>
                <w:rFonts w:ascii="Corbel" w:eastAsia="Cambria" w:hAnsi="Corbel"/>
                <w:sz w:val="24"/>
                <w:szCs w:val="24"/>
              </w:rPr>
              <w:t xml:space="preserve"> / red. nauk. Piotr Korzeniowski, Barbara Jaworska-Dębska, Monika Kapusta, Aneta Kaźmierska-</w:t>
            </w:r>
            <w:proofErr w:type="spellStart"/>
            <w:r w:rsidRPr="00553360">
              <w:rPr>
                <w:rFonts w:ascii="Corbel" w:eastAsia="Cambria" w:hAnsi="Corbel"/>
                <w:sz w:val="24"/>
                <w:szCs w:val="24"/>
              </w:rPr>
              <w:t>Patrzyczna</w:t>
            </w:r>
            <w:proofErr w:type="spellEnd"/>
            <w:r w:rsidRPr="00553360">
              <w:rPr>
                <w:rFonts w:ascii="Corbel" w:eastAsia="Cambria" w:hAnsi="Corbel"/>
                <w:sz w:val="24"/>
                <w:szCs w:val="24"/>
              </w:rPr>
              <w:t xml:space="preserve">, Monika Anna Król, Ewa Olejniczak-Szałowska, Agnieszka </w:t>
            </w:r>
            <w:proofErr w:type="spellStart"/>
            <w:r w:rsidRPr="00553360">
              <w:rPr>
                <w:rFonts w:ascii="Corbel" w:eastAsia="Cambria" w:hAnsi="Corbel"/>
                <w:sz w:val="24"/>
                <w:szCs w:val="24"/>
              </w:rPr>
              <w:t>Rabiega</w:t>
            </w:r>
            <w:proofErr w:type="spellEnd"/>
            <w:r w:rsidRPr="00553360">
              <w:rPr>
                <w:rFonts w:ascii="Corbel" w:eastAsia="Cambria" w:hAnsi="Corbel"/>
                <w:sz w:val="24"/>
                <w:szCs w:val="24"/>
              </w:rPr>
              <w:t>-Przyłęcka, Przemysław Wilczyński, Wolters Kluwer 2024.</w:t>
            </w:r>
          </w:p>
        </w:tc>
      </w:tr>
    </w:tbl>
    <w:p w14:paraId="0106F9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7487B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23AA1" w14:textId="77777777" w:rsidR="00A84AA4" w:rsidRDefault="00A84AA4" w:rsidP="00C16ABF">
      <w:pPr>
        <w:spacing w:after="0" w:line="240" w:lineRule="auto"/>
      </w:pPr>
      <w:r>
        <w:separator/>
      </w:r>
    </w:p>
  </w:endnote>
  <w:endnote w:type="continuationSeparator" w:id="0">
    <w:p w14:paraId="415143F8" w14:textId="77777777" w:rsidR="00A84AA4" w:rsidRDefault="00A84A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06D9A" w14:textId="77777777" w:rsidR="00A84AA4" w:rsidRDefault="00A84AA4" w:rsidP="00C16ABF">
      <w:pPr>
        <w:spacing w:after="0" w:line="240" w:lineRule="auto"/>
      </w:pPr>
      <w:r>
        <w:separator/>
      </w:r>
    </w:p>
  </w:footnote>
  <w:footnote w:type="continuationSeparator" w:id="0">
    <w:p w14:paraId="7502A706" w14:textId="77777777" w:rsidR="00A84AA4" w:rsidRDefault="00A84AA4" w:rsidP="00C16ABF">
      <w:pPr>
        <w:spacing w:after="0" w:line="240" w:lineRule="auto"/>
      </w:pPr>
      <w:r>
        <w:continuationSeparator/>
      </w:r>
    </w:p>
  </w:footnote>
  <w:footnote w:id="1">
    <w:p w14:paraId="2B81217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C5DF3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E0669E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7D79B2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5B547D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4D3514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B45EEF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6134209">
    <w:abstractNumId w:val="2"/>
  </w:num>
  <w:num w:numId="2" w16cid:durableId="1482386144">
    <w:abstractNumId w:val="3"/>
  </w:num>
  <w:num w:numId="3" w16cid:durableId="698622754">
    <w:abstractNumId w:val="6"/>
  </w:num>
  <w:num w:numId="4" w16cid:durableId="1301768129">
    <w:abstractNumId w:val="4"/>
  </w:num>
  <w:num w:numId="5" w16cid:durableId="1236358692">
    <w:abstractNumId w:val="0"/>
  </w:num>
  <w:num w:numId="6" w16cid:durableId="1702585192">
    <w:abstractNumId w:val="1"/>
  </w:num>
  <w:num w:numId="7" w16cid:durableId="170420506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0C490"/>
    <w:rsid w:val="00015B8F"/>
    <w:rsid w:val="00022CB9"/>
    <w:rsid w:val="00022ECE"/>
    <w:rsid w:val="000407B8"/>
    <w:rsid w:val="000409CC"/>
    <w:rsid w:val="00042A51"/>
    <w:rsid w:val="00042D2E"/>
    <w:rsid w:val="00044C82"/>
    <w:rsid w:val="00070ED6"/>
    <w:rsid w:val="000742DC"/>
    <w:rsid w:val="0008108F"/>
    <w:rsid w:val="0008301F"/>
    <w:rsid w:val="00084C12"/>
    <w:rsid w:val="0009370B"/>
    <w:rsid w:val="0009462C"/>
    <w:rsid w:val="00094B12"/>
    <w:rsid w:val="00096C46"/>
    <w:rsid w:val="000A296F"/>
    <w:rsid w:val="000A2A28"/>
    <w:rsid w:val="000B192D"/>
    <w:rsid w:val="000B28EE"/>
    <w:rsid w:val="000B3E37"/>
    <w:rsid w:val="000B692D"/>
    <w:rsid w:val="000D04B0"/>
    <w:rsid w:val="000E3F3D"/>
    <w:rsid w:val="000F1C57"/>
    <w:rsid w:val="000F5615"/>
    <w:rsid w:val="00124BFF"/>
    <w:rsid w:val="00125492"/>
    <w:rsid w:val="0012560E"/>
    <w:rsid w:val="00127108"/>
    <w:rsid w:val="00134B13"/>
    <w:rsid w:val="00146BC0"/>
    <w:rsid w:val="00153C41"/>
    <w:rsid w:val="00154381"/>
    <w:rsid w:val="00155A94"/>
    <w:rsid w:val="001640A7"/>
    <w:rsid w:val="00164FA7"/>
    <w:rsid w:val="00166A03"/>
    <w:rsid w:val="001718A7"/>
    <w:rsid w:val="001737CF"/>
    <w:rsid w:val="00175954"/>
    <w:rsid w:val="00176083"/>
    <w:rsid w:val="00181268"/>
    <w:rsid w:val="00192F37"/>
    <w:rsid w:val="001A70D2"/>
    <w:rsid w:val="001B77B2"/>
    <w:rsid w:val="001D657B"/>
    <w:rsid w:val="001D7B54"/>
    <w:rsid w:val="001E0209"/>
    <w:rsid w:val="001F2CA2"/>
    <w:rsid w:val="002116E2"/>
    <w:rsid w:val="002144C0"/>
    <w:rsid w:val="002226F6"/>
    <w:rsid w:val="0022477D"/>
    <w:rsid w:val="002278A9"/>
    <w:rsid w:val="002336F9"/>
    <w:rsid w:val="0024028F"/>
    <w:rsid w:val="00244ABC"/>
    <w:rsid w:val="0027348A"/>
    <w:rsid w:val="00277D1B"/>
    <w:rsid w:val="00281FF2"/>
    <w:rsid w:val="002857DE"/>
    <w:rsid w:val="00291567"/>
    <w:rsid w:val="002A22BF"/>
    <w:rsid w:val="002A2389"/>
    <w:rsid w:val="002A671D"/>
    <w:rsid w:val="002B1085"/>
    <w:rsid w:val="002B4D55"/>
    <w:rsid w:val="002B5EA0"/>
    <w:rsid w:val="002B6119"/>
    <w:rsid w:val="002C0ED5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7F8"/>
    <w:rsid w:val="003343CF"/>
    <w:rsid w:val="00344684"/>
    <w:rsid w:val="00346FE9"/>
    <w:rsid w:val="0034759A"/>
    <w:rsid w:val="003503F6"/>
    <w:rsid w:val="003530DD"/>
    <w:rsid w:val="00363F78"/>
    <w:rsid w:val="00364ED6"/>
    <w:rsid w:val="003A0A5B"/>
    <w:rsid w:val="003A1176"/>
    <w:rsid w:val="003C0BAE"/>
    <w:rsid w:val="003D18A9"/>
    <w:rsid w:val="003D3DD4"/>
    <w:rsid w:val="003D6CE2"/>
    <w:rsid w:val="003E1941"/>
    <w:rsid w:val="003E2FE6"/>
    <w:rsid w:val="003E49D5"/>
    <w:rsid w:val="003E5C70"/>
    <w:rsid w:val="003F38C0"/>
    <w:rsid w:val="00414E3C"/>
    <w:rsid w:val="0042244A"/>
    <w:rsid w:val="0042265C"/>
    <w:rsid w:val="0042745A"/>
    <w:rsid w:val="00431D5C"/>
    <w:rsid w:val="004362C6"/>
    <w:rsid w:val="00437FA2"/>
    <w:rsid w:val="00442050"/>
    <w:rsid w:val="00445970"/>
    <w:rsid w:val="00456C19"/>
    <w:rsid w:val="00457ADD"/>
    <w:rsid w:val="00461EFC"/>
    <w:rsid w:val="004652C2"/>
    <w:rsid w:val="004706D1"/>
    <w:rsid w:val="00471326"/>
    <w:rsid w:val="0047598D"/>
    <w:rsid w:val="004840FD"/>
    <w:rsid w:val="0048412D"/>
    <w:rsid w:val="00490F7D"/>
    <w:rsid w:val="00491678"/>
    <w:rsid w:val="004968E2"/>
    <w:rsid w:val="004977ED"/>
    <w:rsid w:val="004A3EEA"/>
    <w:rsid w:val="004A4D1F"/>
    <w:rsid w:val="004C2CE0"/>
    <w:rsid w:val="004C42D5"/>
    <w:rsid w:val="004D5282"/>
    <w:rsid w:val="004F1551"/>
    <w:rsid w:val="004F55A3"/>
    <w:rsid w:val="0050496F"/>
    <w:rsid w:val="00511B84"/>
    <w:rsid w:val="00513B6F"/>
    <w:rsid w:val="00517C63"/>
    <w:rsid w:val="005363C4"/>
    <w:rsid w:val="00536BDE"/>
    <w:rsid w:val="00543ACC"/>
    <w:rsid w:val="00553360"/>
    <w:rsid w:val="0056696D"/>
    <w:rsid w:val="00567B5D"/>
    <w:rsid w:val="0059484D"/>
    <w:rsid w:val="005A0855"/>
    <w:rsid w:val="005A3196"/>
    <w:rsid w:val="005C080F"/>
    <w:rsid w:val="005C55E5"/>
    <w:rsid w:val="005C696A"/>
    <w:rsid w:val="005D713C"/>
    <w:rsid w:val="005E6E85"/>
    <w:rsid w:val="005F31D2"/>
    <w:rsid w:val="005F6A4B"/>
    <w:rsid w:val="00602CE2"/>
    <w:rsid w:val="0061029B"/>
    <w:rsid w:val="0061536A"/>
    <w:rsid w:val="00617230"/>
    <w:rsid w:val="00621CE1"/>
    <w:rsid w:val="00627FC9"/>
    <w:rsid w:val="00647FA8"/>
    <w:rsid w:val="00650C5F"/>
    <w:rsid w:val="00654934"/>
    <w:rsid w:val="006620D9"/>
    <w:rsid w:val="006716BF"/>
    <w:rsid w:val="00671958"/>
    <w:rsid w:val="00675843"/>
    <w:rsid w:val="0068152F"/>
    <w:rsid w:val="00696477"/>
    <w:rsid w:val="006B28F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78E"/>
    <w:rsid w:val="007327BD"/>
    <w:rsid w:val="00734608"/>
    <w:rsid w:val="00736538"/>
    <w:rsid w:val="00745302"/>
    <w:rsid w:val="007461D6"/>
    <w:rsid w:val="00746EC8"/>
    <w:rsid w:val="0076088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262"/>
    <w:rsid w:val="0081554D"/>
    <w:rsid w:val="0081707E"/>
    <w:rsid w:val="008449B3"/>
    <w:rsid w:val="0085747A"/>
    <w:rsid w:val="0086628D"/>
    <w:rsid w:val="00884922"/>
    <w:rsid w:val="00885F64"/>
    <w:rsid w:val="0088760B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635"/>
    <w:rsid w:val="008E64F4"/>
    <w:rsid w:val="008F12C9"/>
    <w:rsid w:val="008F6E29"/>
    <w:rsid w:val="00916188"/>
    <w:rsid w:val="00923D7D"/>
    <w:rsid w:val="00932F53"/>
    <w:rsid w:val="0093396F"/>
    <w:rsid w:val="00946770"/>
    <w:rsid w:val="009508DF"/>
    <w:rsid w:val="00950DAC"/>
    <w:rsid w:val="00954A07"/>
    <w:rsid w:val="0098536B"/>
    <w:rsid w:val="00997F14"/>
    <w:rsid w:val="009A396B"/>
    <w:rsid w:val="009A78D9"/>
    <w:rsid w:val="009B53B2"/>
    <w:rsid w:val="009C3E31"/>
    <w:rsid w:val="009C4B2A"/>
    <w:rsid w:val="009C54AE"/>
    <w:rsid w:val="009C788E"/>
    <w:rsid w:val="009E05C7"/>
    <w:rsid w:val="009E3B41"/>
    <w:rsid w:val="009F3C5C"/>
    <w:rsid w:val="009F4610"/>
    <w:rsid w:val="00A00ECC"/>
    <w:rsid w:val="00A1170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AA4"/>
    <w:rsid w:val="00A84C85"/>
    <w:rsid w:val="00A91B90"/>
    <w:rsid w:val="00A979AE"/>
    <w:rsid w:val="00A97DE1"/>
    <w:rsid w:val="00AB053C"/>
    <w:rsid w:val="00AD1146"/>
    <w:rsid w:val="00AD27D3"/>
    <w:rsid w:val="00AD66D6"/>
    <w:rsid w:val="00AE1160"/>
    <w:rsid w:val="00AE203C"/>
    <w:rsid w:val="00AE2E74"/>
    <w:rsid w:val="00AE3463"/>
    <w:rsid w:val="00AE5FCB"/>
    <w:rsid w:val="00AF2C1E"/>
    <w:rsid w:val="00B01036"/>
    <w:rsid w:val="00B02F1A"/>
    <w:rsid w:val="00B06142"/>
    <w:rsid w:val="00B135B1"/>
    <w:rsid w:val="00B303F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34F"/>
    <w:rsid w:val="00C324C1"/>
    <w:rsid w:val="00C36992"/>
    <w:rsid w:val="00C56036"/>
    <w:rsid w:val="00C57FBB"/>
    <w:rsid w:val="00C61DC5"/>
    <w:rsid w:val="00C67E92"/>
    <w:rsid w:val="00C70A26"/>
    <w:rsid w:val="00C735C9"/>
    <w:rsid w:val="00C766DF"/>
    <w:rsid w:val="00C81BA9"/>
    <w:rsid w:val="00C837CC"/>
    <w:rsid w:val="00C93F52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BBC"/>
    <w:rsid w:val="00D66F5C"/>
    <w:rsid w:val="00D67103"/>
    <w:rsid w:val="00D74119"/>
    <w:rsid w:val="00D74D73"/>
    <w:rsid w:val="00D8075B"/>
    <w:rsid w:val="00D8678B"/>
    <w:rsid w:val="00D97A6F"/>
    <w:rsid w:val="00DA2114"/>
    <w:rsid w:val="00DE09C0"/>
    <w:rsid w:val="00DE4A14"/>
    <w:rsid w:val="00DF320D"/>
    <w:rsid w:val="00DF71C8"/>
    <w:rsid w:val="00E038A7"/>
    <w:rsid w:val="00E129B8"/>
    <w:rsid w:val="00E21E7D"/>
    <w:rsid w:val="00E22FBC"/>
    <w:rsid w:val="00E24BF5"/>
    <w:rsid w:val="00E25338"/>
    <w:rsid w:val="00E51E44"/>
    <w:rsid w:val="00E63348"/>
    <w:rsid w:val="00E71421"/>
    <w:rsid w:val="00E71969"/>
    <w:rsid w:val="00E77E88"/>
    <w:rsid w:val="00E8107D"/>
    <w:rsid w:val="00E960BB"/>
    <w:rsid w:val="00EA2074"/>
    <w:rsid w:val="00EA4832"/>
    <w:rsid w:val="00EA4E9D"/>
    <w:rsid w:val="00EA736C"/>
    <w:rsid w:val="00EC4899"/>
    <w:rsid w:val="00EC4FB5"/>
    <w:rsid w:val="00ED03AB"/>
    <w:rsid w:val="00ED32D2"/>
    <w:rsid w:val="00EE32DE"/>
    <w:rsid w:val="00EE5457"/>
    <w:rsid w:val="00EF0377"/>
    <w:rsid w:val="00F070AB"/>
    <w:rsid w:val="00F07C54"/>
    <w:rsid w:val="00F17567"/>
    <w:rsid w:val="00F25599"/>
    <w:rsid w:val="00F27A7B"/>
    <w:rsid w:val="00F526AF"/>
    <w:rsid w:val="00F617C3"/>
    <w:rsid w:val="00F7066B"/>
    <w:rsid w:val="00F7169E"/>
    <w:rsid w:val="00F83B28"/>
    <w:rsid w:val="00F914C1"/>
    <w:rsid w:val="00FA46E5"/>
    <w:rsid w:val="00FB4A7F"/>
    <w:rsid w:val="00FB7DBA"/>
    <w:rsid w:val="00FC1C25"/>
    <w:rsid w:val="00FC3F45"/>
    <w:rsid w:val="00FD503F"/>
    <w:rsid w:val="00FD7589"/>
    <w:rsid w:val="00FF016A"/>
    <w:rsid w:val="00FF1401"/>
    <w:rsid w:val="00FF5E7D"/>
    <w:rsid w:val="01E3A510"/>
    <w:rsid w:val="06FC329C"/>
    <w:rsid w:val="0774E91B"/>
    <w:rsid w:val="08050600"/>
    <w:rsid w:val="09EC76D4"/>
    <w:rsid w:val="0B3CA6C2"/>
    <w:rsid w:val="0C14EF33"/>
    <w:rsid w:val="0C93E39C"/>
    <w:rsid w:val="105BCED4"/>
    <w:rsid w:val="1106FCCF"/>
    <w:rsid w:val="12B0559A"/>
    <w:rsid w:val="14DC0CB7"/>
    <w:rsid w:val="153920AE"/>
    <w:rsid w:val="1825E215"/>
    <w:rsid w:val="1B2CBFFA"/>
    <w:rsid w:val="1E9258D4"/>
    <w:rsid w:val="1E93DD43"/>
    <w:rsid w:val="1FED2931"/>
    <w:rsid w:val="22CADB4F"/>
    <w:rsid w:val="2553269E"/>
    <w:rsid w:val="255F96EF"/>
    <w:rsid w:val="2690B639"/>
    <w:rsid w:val="272FDB20"/>
    <w:rsid w:val="275398BA"/>
    <w:rsid w:val="2ADE156E"/>
    <w:rsid w:val="2D12C92E"/>
    <w:rsid w:val="326C1C48"/>
    <w:rsid w:val="33856449"/>
    <w:rsid w:val="387D345F"/>
    <w:rsid w:val="3AF7891B"/>
    <w:rsid w:val="3CBB179D"/>
    <w:rsid w:val="3DE7F20F"/>
    <w:rsid w:val="3F654639"/>
    <w:rsid w:val="40488015"/>
    <w:rsid w:val="40E5CA26"/>
    <w:rsid w:val="41B5ABE9"/>
    <w:rsid w:val="447951A4"/>
    <w:rsid w:val="451B18A1"/>
    <w:rsid w:val="4AB393CE"/>
    <w:rsid w:val="505B73E5"/>
    <w:rsid w:val="5094C184"/>
    <w:rsid w:val="51E3F3A1"/>
    <w:rsid w:val="5309E801"/>
    <w:rsid w:val="566AFAAA"/>
    <w:rsid w:val="56BBD76A"/>
    <w:rsid w:val="56FB57E8"/>
    <w:rsid w:val="57014391"/>
    <w:rsid w:val="58812549"/>
    <w:rsid w:val="5A1CF5AA"/>
    <w:rsid w:val="5BEB2A53"/>
    <w:rsid w:val="5F1A5361"/>
    <w:rsid w:val="6206F8DA"/>
    <w:rsid w:val="6243DB0F"/>
    <w:rsid w:val="664E1C27"/>
    <w:rsid w:val="688A8A5F"/>
    <w:rsid w:val="70029AD3"/>
    <w:rsid w:val="72499ABC"/>
    <w:rsid w:val="73DCA6DD"/>
    <w:rsid w:val="770061A5"/>
    <w:rsid w:val="7703799E"/>
    <w:rsid w:val="77188811"/>
    <w:rsid w:val="7794EE51"/>
    <w:rsid w:val="7940C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18942"/>
  <w15:docId w15:val="{10A4DA3A-BB1A-4C55-AA62-B8DDA9E2D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735C9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3EEB1-3CC3-45F1-AB25-C87CF1808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1494</Words>
  <Characters>8969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6</cp:revision>
  <cp:lastPrinted>2025-09-25T12:38:00Z</cp:lastPrinted>
  <dcterms:created xsi:type="dcterms:W3CDTF">2025-09-18T23:21:00Z</dcterms:created>
  <dcterms:modified xsi:type="dcterms:W3CDTF">2025-11-13T08:00:00Z</dcterms:modified>
</cp:coreProperties>
</file>